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0DF" w14:textId="6F08B1D6" w:rsidR="00B07A27" w:rsidRDefault="009A5DA2" w:rsidP="002B680D">
      <w:r>
        <w:rPr>
          <w:rFonts w:ascii="Calibri" w:hAnsi="Calibri" w:cs="Calibri"/>
          <w:noProof/>
          <w:sz w:val="32"/>
          <w:szCs w:val="32"/>
        </w:rPr>
        <w:drawing>
          <wp:anchor distT="0" distB="0" distL="114300" distR="114300" simplePos="0" relativeHeight="251659264" behindDoc="0" locked="0" layoutInCell="1" allowOverlap="1" wp14:anchorId="26DDF415" wp14:editId="6E1EFE23">
            <wp:simplePos x="0" y="0"/>
            <wp:positionH relativeFrom="column">
              <wp:posOffset>4680833</wp:posOffset>
            </wp:positionH>
            <wp:positionV relativeFrom="paragraph">
              <wp:posOffset>-185116</wp:posOffset>
            </wp:positionV>
            <wp:extent cx="2284537" cy="1296630"/>
            <wp:effectExtent l="0" t="0" r="1905" b="0"/>
            <wp:wrapNone/>
            <wp:docPr id="20626566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56662" name="Image 20626566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8121" cy="1298664"/>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noProof/>
          <w:sz w:val="32"/>
          <w:szCs w:val="32"/>
        </w:rPr>
        <mc:AlternateContent>
          <mc:Choice Requires="wps">
            <w:drawing>
              <wp:anchor distT="0" distB="0" distL="114300" distR="114300" simplePos="0" relativeHeight="251660288" behindDoc="0" locked="0" layoutInCell="1" allowOverlap="1" wp14:anchorId="69A0BC5C" wp14:editId="1F24790D">
                <wp:simplePos x="0" y="0"/>
                <wp:positionH relativeFrom="column">
                  <wp:posOffset>-77581</wp:posOffset>
                </wp:positionH>
                <wp:positionV relativeFrom="paragraph">
                  <wp:posOffset>-90805</wp:posOffset>
                </wp:positionV>
                <wp:extent cx="3630440" cy="543207"/>
                <wp:effectExtent l="0" t="0" r="14605" b="15875"/>
                <wp:wrapNone/>
                <wp:docPr id="1391758475" name="Zone de texte 1"/>
                <wp:cNvGraphicFramePr/>
                <a:graphic xmlns:a="http://schemas.openxmlformats.org/drawingml/2006/main">
                  <a:graphicData uri="http://schemas.microsoft.com/office/word/2010/wordprocessingShape">
                    <wps:wsp>
                      <wps:cNvSpPr txBox="1"/>
                      <wps:spPr>
                        <a:xfrm>
                          <a:off x="0" y="0"/>
                          <a:ext cx="3630440" cy="543207"/>
                        </a:xfrm>
                        <a:prstGeom prst="rect">
                          <a:avLst/>
                        </a:prstGeom>
                        <a:solidFill>
                          <a:schemeClr val="lt1"/>
                        </a:solidFill>
                        <a:ln w="6350">
                          <a:solidFill>
                            <a:prstClr val="black"/>
                          </a:solidFill>
                        </a:ln>
                      </wps:spPr>
                      <wps:txbx>
                        <w:txbxContent>
                          <w:p w14:paraId="3BCD8DC6" w14:textId="5BD67F54" w:rsidR="009A5DA2" w:rsidRPr="009A5DA2" w:rsidRDefault="009A5DA2" w:rsidP="009A5DA2">
                            <w:pPr>
                              <w:jc w:val="center"/>
                              <w:rPr>
                                <w:sz w:val="52"/>
                                <w:szCs w:val="52"/>
                              </w:rPr>
                            </w:pPr>
                            <w:r w:rsidRPr="009A5DA2">
                              <w:rPr>
                                <w:sz w:val="52"/>
                                <w:szCs w:val="52"/>
                              </w:rPr>
                              <w:t>Fiche de présentation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A0BC5C" id="_x0000_t202" coordsize="21600,21600" o:spt="202" path="m,l,21600r21600,l21600,xe">
                <v:stroke joinstyle="miter"/>
                <v:path gradientshapeok="t" o:connecttype="rect"/>
              </v:shapetype>
              <v:shape id="Zone de texte 1" o:spid="_x0000_s1026" type="#_x0000_t202" style="position:absolute;margin-left:-6.1pt;margin-top:-7.15pt;width:285.85pt;height:42.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" fillcolor="white [3201]" strokeweight=".5pt">
                <v:textbox>
                  <w:txbxContent>
                    <w:p w14:paraId="3BCD8DC6" w14:textId="5BD67F54" w:rsidR="009A5DA2" w:rsidRPr="009A5DA2" w:rsidRDefault="009A5DA2" w:rsidP="009A5DA2">
                      <w:pPr>
                        <w:jc w:val="center"/>
                        <w:rPr>
                          <w:sz w:val="52"/>
                          <w:szCs w:val="52"/>
                        </w:rPr>
                      </w:pPr>
                      <w:r w:rsidRPr="009A5DA2">
                        <w:rPr>
                          <w:sz w:val="52"/>
                          <w:szCs w:val="52"/>
                        </w:rPr>
                        <w:t>Fiche de présentation</w:t>
                      </w:r>
                    </w:p>
                  </w:txbxContent>
                </v:textbox>
              </v:shape>
            </w:pict>
          </mc:Fallback>
        </mc:AlternateContent>
      </w:r>
    </w:p>
    <w:p w14:paraId="4EDE8838" w14:textId="59CCED2B" w:rsidR="00E736AF" w:rsidRDefault="00E736AF" w:rsidP="002B680D"/>
    <w:p w14:paraId="63B1BAAB" w14:textId="4B22E04E" w:rsidR="00CA30BD" w:rsidRDefault="00CA30BD" w:rsidP="002B680D"/>
    <w:p w14:paraId="767C4ECC" w14:textId="0982F612" w:rsidR="00CA30BD" w:rsidRDefault="00CA30BD" w:rsidP="002B680D"/>
    <w:p w14:paraId="6DABDAB4" w14:textId="14801BA8" w:rsidR="00CA30BD" w:rsidRDefault="00CA30BD" w:rsidP="002B680D"/>
    <w:p w14:paraId="0A1D50EE" w14:textId="77777777" w:rsidR="00CA30BD" w:rsidRDefault="00CA30BD" w:rsidP="002B680D"/>
    <w:p w14:paraId="7133C45F" w14:textId="77777777" w:rsidR="00CA30BD" w:rsidRDefault="00CA30BD" w:rsidP="002B680D"/>
    <w:p w14:paraId="11418AE0" w14:textId="616D9EF1" w:rsidR="009A5DA2" w:rsidRPr="009A5DA2" w:rsidRDefault="009A5DA2" w:rsidP="002B680D">
      <w:pPr>
        <w:rPr>
          <w:sz w:val="32"/>
          <w:szCs w:val="32"/>
        </w:rPr>
      </w:pPr>
      <w:r>
        <w:rPr>
          <w:noProof/>
          <w:sz w:val="32"/>
          <w:szCs w:val="32"/>
        </w:rPr>
        <mc:AlternateContent>
          <mc:Choice Requires="wps">
            <w:drawing>
              <wp:anchor distT="0" distB="0" distL="114300" distR="114300" simplePos="0" relativeHeight="251662336" behindDoc="0" locked="0" layoutInCell="1" allowOverlap="1" wp14:anchorId="2AB21C46" wp14:editId="7BA211FA">
                <wp:simplePos x="0" y="0"/>
                <wp:positionH relativeFrom="column">
                  <wp:posOffset>3601085</wp:posOffset>
                </wp:positionH>
                <wp:positionV relativeFrom="paragraph">
                  <wp:posOffset>185257</wp:posOffset>
                </wp:positionV>
                <wp:extent cx="2453005" cy="0"/>
                <wp:effectExtent l="0" t="0" r="10795" b="12700"/>
                <wp:wrapNone/>
                <wp:docPr id="1032742826" name="Connecteur droit 3"/>
                <wp:cNvGraphicFramePr/>
                <a:graphic xmlns:a="http://schemas.openxmlformats.org/drawingml/2006/main">
                  <a:graphicData uri="http://schemas.microsoft.com/office/word/2010/wordprocessingShape">
                    <wps:wsp>
                      <wps:cNvCnPr/>
                      <wps:spPr>
                        <a:xfrm>
                          <a:off x="0" y="0"/>
                          <a:ext cx="24530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B24C3E" id="Connecteur droit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83.55pt,14.6pt" to="476.7pt,14.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" strokecolor="#731c3f [3204]" strokeweight=".5pt">
                <v:stroke joinstyle="miter"/>
              </v:line>
            </w:pict>
          </mc:Fallback>
        </mc:AlternateContent>
      </w:r>
      <w:r>
        <w:rPr>
          <w:noProof/>
          <w:sz w:val="32"/>
          <w:szCs w:val="32"/>
        </w:rPr>
        <mc:AlternateContent>
          <mc:Choice Requires="wps">
            <w:drawing>
              <wp:anchor distT="0" distB="0" distL="114300" distR="114300" simplePos="0" relativeHeight="251661312" behindDoc="0" locked="0" layoutInCell="1" allowOverlap="1" wp14:anchorId="3E293142" wp14:editId="4F1A211B">
                <wp:simplePos x="0" y="0"/>
                <wp:positionH relativeFrom="column">
                  <wp:posOffset>577724</wp:posOffset>
                </wp:positionH>
                <wp:positionV relativeFrom="paragraph">
                  <wp:posOffset>178561</wp:posOffset>
                </wp:positionV>
                <wp:extent cx="2000816" cy="0"/>
                <wp:effectExtent l="0" t="0" r="6350" b="12700"/>
                <wp:wrapNone/>
                <wp:docPr id="2067382954" name="Connecteur droit 2"/>
                <wp:cNvGraphicFramePr/>
                <a:graphic xmlns:a="http://schemas.openxmlformats.org/drawingml/2006/main">
                  <a:graphicData uri="http://schemas.microsoft.com/office/word/2010/wordprocessingShape">
                    <wps:wsp>
                      <wps:cNvCnPr/>
                      <wps:spPr>
                        <a:xfrm>
                          <a:off x="0" y="0"/>
                          <a:ext cx="20008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7896EB" id="Connecteur droit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14.05pt" to="203.05pt,14.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" strokecolor="#731c3f [3204]" strokeweight=".5pt">
                <v:stroke joinstyle="miter"/>
              </v:line>
            </w:pict>
          </mc:Fallback>
        </mc:AlternateContent>
      </w:r>
      <w:r w:rsidRPr="009A5DA2">
        <w:rPr>
          <w:sz w:val="32"/>
          <w:szCs w:val="32"/>
        </w:rPr>
        <w:t xml:space="preserve">Nom : </w:t>
      </w:r>
      <w:r w:rsidRPr="009A5DA2">
        <w:rPr>
          <w:sz w:val="32"/>
          <w:szCs w:val="32"/>
        </w:rPr>
        <w:tab/>
      </w:r>
      <w:r w:rsidRPr="009A5DA2">
        <w:rPr>
          <w:sz w:val="32"/>
          <w:szCs w:val="32"/>
        </w:rPr>
        <w:tab/>
      </w:r>
      <w:r w:rsidRPr="009A5DA2">
        <w:rPr>
          <w:sz w:val="32"/>
          <w:szCs w:val="32"/>
        </w:rPr>
        <w:tab/>
      </w:r>
      <w:r w:rsidRPr="009A5DA2">
        <w:rPr>
          <w:sz w:val="32"/>
          <w:szCs w:val="32"/>
        </w:rPr>
        <w:tab/>
      </w:r>
      <w:r w:rsidRPr="009A5DA2">
        <w:rPr>
          <w:sz w:val="32"/>
          <w:szCs w:val="32"/>
        </w:rPr>
        <w:tab/>
        <w:t xml:space="preserve">Prénom : </w:t>
      </w:r>
      <w:r w:rsidRPr="009A5DA2">
        <w:rPr>
          <w:sz w:val="32"/>
          <w:szCs w:val="32"/>
        </w:rPr>
        <w:tab/>
      </w:r>
      <w:r w:rsidRPr="009A5DA2">
        <w:rPr>
          <w:sz w:val="32"/>
          <w:szCs w:val="32"/>
        </w:rPr>
        <w:tab/>
      </w:r>
      <w:r w:rsidRPr="009A5DA2">
        <w:rPr>
          <w:sz w:val="32"/>
          <w:szCs w:val="32"/>
        </w:rPr>
        <w:tab/>
      </w:r>
    </w:p>
    <w:p w14:paraId="722AA96B" w14:textId="6B5469F7" w:rsidR="009A5DA2" w:rsidRPr="009A5DA2" w:rsidRDefault="009A5DA2" w:rsidP="002B680D">
      <w:pPr>
        <w:rPr>
          <w:sz w:val="32"/>
          <w:szCs w:val="32"/>
        </w:rPr>
      </w:pPr>
    </w:p>
    <w:p w14:paraId="51684F98" w14:textId="4C755E01" w:rsidR="00CA30BD" w:rsidRPr="009A5DA2" w:rsidRDefault="009A5DA2" w:rsidP="002B680D">
      <w:pPr>
        <w:rPr>
          <w:sz w:val="32"/>
          <w:szCs w:val="32"/>
        </w:rPr>
      </w:pPr>
      <w:r>
        <w:rPr>
          <w:noProof/>
          <w:sz w:val="32"/>
          <w:szCs w:val="32"/>
        </w:rPr>
        <mc:AlternateContent>
          <mc:Choice Requires="wps">
            <w:drawing>
              <wp:anchor distT="0" distB="0" distL="114300" distR="114300" simplePos="0" relativeHeight="251664384" behindDoc="0" locked="0" layoutInCell="1" allowOverlap="1" wp14:anchorId="660654CF" wp14:editId="31774123">
                <wp:simplePos x="0" y="0"/>
                <wp:positionH relativeFrom="column">
                  <wp:posOffset>1654340</wp:posOffset>
                </wp:positionH>
                <wp:positionV relativeFrom="paragraph">
                  <wp:posOffset>214271</wp:posOffset>
                </wp:positionV>
                <wp:extent cx="2453005" cy="0"/>
                <wp:effectExtent l="0" t="0" r="10795" b="12700"/>
                <wp:wrapNone/>
                <wp:docPr id="1591402038" name="Connecteur droit 3"/>
                <wp:cNvGraphicFramePr/>
                <a:graphic xmlns:a="http://schemas.openxmlformats.org/drawingml/2006/main">
                  <a:graphicData uri="http://schemas.microsoft.com/office/word/2010/wordprocessingShape">
                    <wps:wsp>
                      <wps:cNvCnPr/>
                      <wps:spPr>
                        <a:xfrm>
                          <a:off x="0" y="0"/>
                          <a:ext cx="24530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F6DBD3" id="Connecteur droit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30.25pt,16.85pt" to="323.4pt,1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" strokecolor="#731c3f [3204]" strokeweight=".5pt">
                <v:stroke joinstyle="miter"/>
              </v:line>
            </w:pict>
          </mc:Fallback>
        </mc:AlternateContent>
      </w:r>
      <w:r w:rsidRPr="009A5DA2">
        <w:rPr>
          <w:sz w:val="32"/>
          <w:szCs w:val="32"/>
        </w:rPr>
        <w:t xml:space="preserve">Date de naissance : </w:t>
      </w:r>
    </w:p>
    <w:p w14:paraId="7D21817A" w14:textId="04096AE6" w:rsidR="009A5DA2" w:rsidRDefault="009A5DA2" w:rsidP="002B680D">
      <w:pPr>
        <w:rPr>
          <w:sz w:val="40"/>
          <w:szCs w:val="40"/>
        </w:rPr>
      </w:pPr>
    </w:p>
    <w:p w14:paraId="533B08B3" w14:textId="4893ED70" w:rsidR="009A5DA2" w:rsidRPr="009A5DA2" w:rsidRDefault="009A5DA2" w:rsidP="002B680D">
      <w:pPr>
        <w:rPr>
          <w:sz w:val="36"/>
          <w:szCs w:val="36"/>
        </w:rPr>
      </w:pPr>
      <w:r w:rsidRPr="009A5DA2">
        <w:rPr>
          <w:sz w:val="36"/>
          <w:szCs w:val="36"/>
        </w:rPr>
        <w:t>Je me dessine</w:t>
      </w:r>
      <w:r w:rsidR="00F6540B">
        <w:rPr>
          <w:sz w:val="36"/>
          <w:szCs w:val="36"/>
        </w:rPr>
        <w:tab/>
      </w:r>
      <w:r w:rsidR="00F6540B">
        <w:rPr>
          <w:sz w:val="36"/>
          <w:szCs w:val="36"/>
        </w:rPr>
        <w:tab/>
      </w:r>
      <w:r w:rsidR="00F6540B">
        <w:rPr>
          <w:sz w:val="36"/>
          <w:szCs w:val="36"/>
        </w:rPr>
        <w:tab/>
      </w:r>
      <w:r w:rsidR="00F6540B">
        <w:rPr>
          <w:sz w:val="36"/>
          <w:szCs w:val="36"/>
        </w:rPr>
        <w:tab/>
      </w:r>
      <w:r w:rsidR="00F6540B">
        <w:rPr>
          <w:sz w:val="36"/>
          <w:szCs w:val="36"/>
        </w:rPr>
        <w:tab/>
        <w:t>Je suis le fils (fille) de ….</w:t>
      </w:r>
    </w:p>
    <w:p w14:paraId="79EE7226" w14:textId="2A690FBF" w:rsidR="009A5DA2" w:rsidRPr="009A5DA2" w:rsidRDefault="00F6540B" w:rsidP="002B680D">
      <w:pPr>
        <w:rPr>
          <w:sz w:val="36"/>
          <w:szCs w:val="36"/>
        </w:rPr>
      </w:pPr>
      <w:r>
        <w:rPr>
          <w:noProof/>
          <w:sz w:val="36"/>
          <w:szCs w:val="36"/>
        </w:rPr>
        <mc:AlternateContent>
          <mc:Choice Requires="wps">
            <w:drawing>
              <wp:anchor distT="0" distB="0" distL="114300" distR="114300" simplePos="0" relativeHeight="251665408" behindDoc="0" locked="0" layoutInCell="1" allowOverlap="1" wp14:anchorId="4A7A59B4" wp14:editId="29E0D5F7">
                <wp:simplePos x="0" y="0"/>
                <wp:positionH relativeFrom="column">
                  <wp:posOffset>-11126</wp:posOffset>
                </wp:positionH>
                <wp:positionV relativeFrom="paragraph">
                  <wp:posOffset>130396</wp:posOffset>
                </wp:positionV>
                <wp:extent cx="2536466" cy="2107095"/>
                <wp:effectExtent l="0" t="0" r="16510" b="13970"/>
                <wp:wrapNone/>
                <wp:docPr id="402496683" name="Rectangle 4"/>
                <wp:cNvGraphicFramePr/>
                <a:graphic xmlns:a="http://schemas.openxmlformats.org/drawingml/2006/main">
                  <a:graphicData uri="http://schemas.microsoft.com/office/word/2010/wordprocessingShape">
                    <wps:wsp>
                      <wps:cNvSpPr/>
                      <wps:spPr>
                        <a:xfrm>
                          <a:off x="0" y="0"/>
                          <a:ext cx="2536466" cy="21070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CC845" id="Rectangle 4" o:spid="_x0000_s1026" style="position:absolute;margin-left:-.9pt;margin-top:10.25pt;width:199.7pt;height:165.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" filled="f" strokecolor="#390e1f [1604]" strokeweight="1pt"/>
            </w:pict>
          </mc:Fallback>
        </mc:AlternateContent>
      </w:r>
    </w:p>
    <w:p w14:paraId="09588EEF" w14:textId="7C8158C8" w:rsidR="009A5DA2" w:rsidRPr="009A5DA2" w:rsidRDefault="00F6540B" w:rsidP="002B680D">
      <w:pPr>
        <w:rPr>
          <w:sz w:val="36"/>
          <w:szCs w:val="36"/>
        </w:rPr>
      </w:pPr>
      <w:r>
        <w:rPr>
          <w:noProof/>
          <w:sz w:val="32"/>
          <w:szCs w:val="32"/>
        </w:rPr>
        <mc:AlternateContent>
          <mc:Choice Requires="wps">
            <w:drawing>
              <wp:anchor distT="0" distB="0" distL="114300" distR="114300" simplePos="0" relativeHeight="251675648" behindDoc="0" locked="0" layoutInCell="1" allowOverlap="1" wp14:anchorId="21E0069A" wp14:editId="3F9C16A3">
                <wp:simplePos x="0" y="0"/>
                <wp:positionH relativeFrom="column">
                  <wp:posOffset>3212580</wp:posOffset>
                </wp:positionH>
                <wp:positionV relativeFrom="paragraph">
                  <wp:posOffset>57140</wp:posOffset>
                </wp:positionV>
                <wp:extent cx="3311014" cy="0"/>
                <wp:effectExtent l="0" t="0" r="16510" b="12700"/>
                <wp:wrapNone/>
                <wp:docPr id="563046275" name="Connecteur droit 3"/>
                <wp:cNvGraphicFramePr/>
                <a:graphic xmlns:a="http://schemas.openxmlformats.org/drawingml/2006/main">
                  <a:graphicData uri="http://schemas.microsoft.com/office/word/2010/wordprocessingShape">
                    <wps:wsp>
                      <wps:cNvCnPr/>
                      <wps:spPr>
                        <a:xfrm>
                          <a:off x="0" y="0"/>
                          <a:ext cx="331101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A99B97" id="Connecteur droit 3"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2.95pt,4.5pt" to="513.65pt,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" strokecolor="#731c3f [3204]" strokeweight=".5pt">
                <v:stroke joinstyle="miter"/>
              </v:line>
            </w:pict>
          </mc:Fallback>
        </mc:AlternateContent>
      </w:r>
    </w:p>
    <w:p w14:paraId="565508AC" w14:textId="26020E5F" w:rsidR="009A5DA2" w:rsidRPr="009A5DA2" w:rsidRDefault="00F6540B" w:rsidP="002B680D">
      <w:pPr>
        <w:rPr>
          <w:sz w:val="36"/>
          <w:szCs w:val="36"/>
        </w:rPr>
      </w:pPr>
      <w:r>
        <w:rPr>
          <w:noProof/>
          <w:sz w:val="32"/>
          <w:szCs w:val="32"/>
        </w:rPr>
        <mc:AlternateContent>
          <mc:Choice Requires="wps">
            <w:drawing>
              <wp:anchor distT="0" distB="0" distL="114300" distR="114300" simplePos="0" relativeHeight="251677696" behindDoc="0" locked="0" layoutInCell="1" allowOverlap="1" wp14:anchorId="041F65DD" wp14:editId="591CDBF7">
                <wp:simplePos x="0" y="0"/>
                <wp:positionH relativeFrom="column">
                  <wp:posOffset>3214964</wp:posOffset>
                </wp:positionH>
                <wp:positionV relativeFrom="paragraph">
                  <wp:posOffset>170878</wp:posOffset>
                </wp:positionV>
                <wp:extent cx="3311014" cy="0"/>
                <wp:effectExtent l="0" t="0" r="16510" b="12700"/>
                <wp:wrapNone/>
                <wp:docPr id="231652867" name="Connecteur droit 3"/>
                <wp:cNvGraphicFramePr/>
                <a:graphic xmlns:a="http://schemas.openxmlformats.org/drawingml/2006/main">
                  <a:graphicData uri="http://schemas.microsoft.com/office/word/2010/wordprocessingShape">
                    <wps:wsp>
                      <wps:cNvCnPr/>
                      <wps:spPr>
                        <a:xfrm>
                          <a:off x="0" y="0"/>
                          <a:ext cx="331101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E5E16F" id="Connecteur droit 3"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15pt,13.45pt" to="513.85pt,1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" strokecolor="#731c3f [3204]" strokeweight=".5pt">
                <v:stroke joinstyle="miter"/>
              </v:line>
            </w:pict>
          </mc:Fallback>
        </mc:AlternateContent>
      </w:r>
    </w:p>
    <w:p w14:paraId="3E136CBA" w14:textId="1195BB1A" w:rsidR="009A5DA2" w:rsidRPr="009A5DA2" w:rsidRDefault="00F6540B" w:rsidP="002B680D">
      <w:pPr>
        <w:rPr>
          <w:sz w:val="36"/>
          <w:szCs w:val="36"/>
        </w:rPr>
      </w:pPr>
      <w:r>
        <w:rPr>
          <w:noProof/>
          <w:sz w:val="32"/>
          <w:szCs w:val="32"/>
        </w:rPr>
        <mc:AlternateContent>
          <mc:Choice Requires="wps">
            <w:drawing>
              <wp:anchor distT="0" distB="0" distL="114300" distR="114300" simplePos="0" relativeHeight="251679744" behindDoc="0" locked="0" layoutInCell="1" allowOverlap="1" wp14:anchorId="3CF91C2A" wp14:editId="463DD0B5">
                <wp:simplePos x="0" y="0"/>
                <wp:positionH relativeFrom="column">
                  <wp:posOffset>3214370</wp:posOffset>
                </wp:positionH>
                <wp:positionV relativeFrom="paragraph">
                  <wp:posOffset>267970</wp:posOffset>
                </wp:positionV>
                <wp:extent cx="3310890" cy="0"/>
                <wp:effectExtent l="0" t="0" r="16510" b="12700"/>
                <wp:wrapNone/>
                <wp:docPr id="1706734171" name="Connecteur droit 3"/>
                <wp:cNvGraphicFramePr/>
                <a:graphic xmlns:a="http://schemas.openxmlformats.org/drawingml/2006/main">
                  <a:graphicData uri="http://schemas.microsoft.com/office/word/2010/wordprocessingShape">
                    <wps:wsp>
                      <wps:cNvCnPr/>
                      <wps:spPr>
                        <a:xfrm>
                          <a:off x="0" y="0"/>
                          <a:ext cx="33108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B54C1" id="Connecteur droit 3"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1pt,21.1pt" to="513.8pt,2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" strokecolor="#731c3f [3204]" strokeweight=".5pt">
                <v:stroke joinstyle="miter"/>
              </v:line>
            </w:pict>
          </mc:Fallback>
        </mc:AlternateContent>
      </w:r>
    </w:p>
    <w:p w14:paraId="2B4E3AD8" w14:textId="3203AC23" w:rsidR="009A5DA2" w:rsidRPr="009A5DA2" w:rsidRDefault="00F6540B" w:rsidP="002B680D">
      <w:pPr>
        <w:rPr>
          <w:sz w:val="36"/>
          <w:szCs w:val="36"/>
        </w:rPr>
      </w:pPr>
      <w:r>
        <w:rPr>
          <w:noProof/>
          <w:sz w:val="32"/>
          <w:szCs w:val="32"/>
        </w:rPr>
        <mc:AlternateContent>
          <mc:Choice Requires="wps">
            <w:drawing>
              <wp:anchor distT="0" distB="0" distL="114300" distR="114300" simplePos="0" relativeHeight="251686912" behindDoc="0" locked="0" layoutInCell="1" allowOverlap="1" wp14:anchorId="7C40B0F2" wp14:editId="0C1D5248">
                <wp:simplePos x="0" y="0"/>
                <wp:positionH relativeFrom="column">
                  <wp:posOffset>5683393</wp:posOffset>
                </wp:positionH>
                <wp:positionV relativeFrom="paragraph">
                  <wp:posOffset>10160</wp:posOffset>
                </wp:positionV>
                <wp:extent cx="1857443" cy="378039"/>
                <wp:effectExtent l="3175" t="0" r="12700" b="12700"/>
                <wp:wrapNone/>
                <wp:docPr id="1465159804" name="Zone de texte 1"/>
                <wp:cNvGraphicFramePr/>
                <a:graphic xmlns:a="http://schemas.openxmlformats.org/drawingml/2006/main">
                  <a:graphicData uri="http://schemas.microsoft.com/office/word/2010/wordprocessingShape">
                    <wps:wsp>
                      <wps:cNvSpPr txBox="1"/>
                      <wps:spPr>
                        <a:xfrm rot="5400000">
                          <a:off x="0" y="0"/>
                          <a:ext cx="1857443" cy="378039"/>
                        </a:xfrm>
                        <a:prstGeom prst="rect">
                          <a:avLst/>
                        </a:prstGeom>
                        <a:solidFill>
                          <a:schemeClr val="lt1"/>
                        </a:solidFill>
                        <a:ln w="6350">
                          <a:solidFill>
                            <a:prstClr val="black"/>
                          </a:solidFill>
                        </a:ln>
                      </wps:spPr>
                      <wps:txbx>
                        <w:txbxContent>
                          <w:p w14:paraId="5ECC8EA2" w14:textId="45689E72" w:rsidR="00F6540B" w:rsidRPr="00F6540B" w:rsidRDefault="00F6540B">
                            <w:pPr>
                              <w:rPr>
                                <w:sz w:val="20"/>
                                <w:szCs w:val="20"/>
                              </w:rPr>
                            </w:pPr>
                            <w:r w:rsidRPr="00F6540B">
                              <w:rPr>
                                <w:sz w:val="20"/>
                                <w:szCs w:val="20"/>
                              </w:rPr>
                              <w:t xml:space="preserve">Tu peux t’inspirer des poèmes au recto de cette feuille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0B0F2" id="_x0000_t202" coordsize="21600,21600" o:spt="202" path="m,l,21600r21600,l21600,xe">
                <v:stroke joinstyle="miter"/>
                <v:path gradientshapeok="t" o:connecttype="rect"/>
              </v:shapetype>
              <v:shape id="_x0000_s1027" type="#_x0000_t202" style="position:absolute;margin-left:447.5pt;margin-top:.8pt;width:146.25pt;height:29.7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" fillcolor="white [3201]" strokeweight=".5pt">
                <v:textbox>
                  <w:txbxContent>
                    <w:p w14:paraId="5ECC8EA2" w14:textId="45689E72" w:rsidR="00F6540B" w:rsidRPr="00F6540B" w:rsidRDefault="00F6540B">
                      <w:pPr>
                        <w:rPr>
                          <w:sz w:val="20"/>
                          <w:szCs w:val="20"/>
                        </w:rPr>
                      </w:pPr>
                      <w:r w:rsidRPr="00F6540B">
                        <w:rPr>
                          <w:sz w:val="20"/>
                          <w:szCs w:val="20"/>
                        </w:rPr>
                        <w:t xml:space="preserve">Tu peux t’inspirer des poèmes au recto de cette feuille ! </w:t>
                      </w:r>
                    </w:p>
                  </w:txbxContent>
                </v:textbox>
              </v:shape>
            </w:pict>
          </mc:Fallback>
        </mc:AlternateContent>
      </w:r>
    </w:p>
    <w:p w14:paraId="0E6697B9" w14:textId="73F122DC" w:rsidR="009A5DA2" w:rsidRPr="009A5DA2" w:rsidRDefault="00F6540B" w:rsidP="002B680D">
      <w:pPr>
        <w:rPr>
          <w:sz w:val="36"/>
          <w:szCs w:val="36"/>
        </w:rPr>
      </w:pPr>
      <w:r>
        <w:rPr>
          <w:noProof/>
          <w:sz w:val="32"/>
          <w:szCs w:val="32"/>
        </w:rPr>
        <mc:AlternateContent>
          <mc:Choice Requires="wps">
            <w:drawing>
              <wp:anchor distT="0" distB="0" distL="114300" distR="114300" simplePos="0" relativeHeight="251681792" behindDoc="0" locked="0" layoutInCell="1" allowOverlap="1" wp14:anchorId="6204F43E" wp14:editId="14634523">
                <wp:simplePos x="0" y="0"/>
                <wp:positionH relativeFrom="column">
                  <wp:posOffset>3214964</wp:posOffset>
                </wp:positionH>
                <wp:positionV relativeFrom="paragraph">
                  <wp:posOffset>102548</wp:posOffset>
                </wp:positionV>
                <wp:extent cx="3311014" cy="0"/>
                <wp:effectExtent l="0" t="0" r="16510" b="12700"/>
                <wp:wrapNone/>
                <wp:docPr id="517140773" name="Connecteur droit 3"/>
                <wp:cNvGraphicFramePr/>
                <a:graphic xmlns:a="http://schemas.openxmlformats.org/drawingml/2006/main">
                  <a:graphicData uri="http://schemas.microsoft.com/office/word/2010/wordprocessingShape">
                    <wps:wsp>
                      <wps:cNvCnPr/>
                      <wps:spPr>
                        <a:xfrm>
                          <a:off x="0" y="0"/>
                          <a:ext cx="331101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C7CDF6" id="Connecteur droit 3"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15pt,8.05pt" to="513.85pt,8.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" strokecolor="#731c3f [3204]" strokeweight=".5pt">
                <v:stroke joinstyle="miter"/>
              </v:line>
            </w:pict>
          </mc:Fallback>
        </mc:AlternateContent>
      </w:r>
    </w:p>
    <w:p w14:paraId="2DA69918" w14:textId="5C40838D" w:rsidR="009A5DA2" w:rsidRPr="009A5DA2" w:rsidRDefault="00F6540B" w:rsidP="002B680D">
      <w:pPr>
        <w:rPr>
          <w:sz w:val="36"/>
          <w:szCs w:val="36"/>
        </w:rPr>
      </w:pPr>
      <w:r>
        <w:rPr>
          <w:noProof/>
          <w:sz w:val="32"/>
          <w:szCs w:val="32"/>
        </w:rPr>
        <mc:AlternateContent>
          <mc:Choice Requires="wps">
            <w:drawing>
              <wp:anchor distT="0" distB="0" distL="114300" distR="114300" simplePos="0" relativeHeight="251683840" behindDoc="0" locked="0" layoutInCell="1" allowOverlap="1" wp14:anchorId="7A0D63E9" wp14:editId="1F5CBD67">
                <wp:simplePos x="0" y="0"/>
                <wp:positionH relativeFrom="column">
                  <wp:posOffset>3214964</wp:posOffset>
                </wp:positionH>
                <wp:positionV relativeFrom="paragraph">
                  <wp:posOffset>207198</wp:posOffset>
                </wp:positionV>
                <wp:extent cx="3311014" cy="0"/>
                <wp:effectExtent l="0" t="0" r="16510" b="12700"/>
                <wp:wrapNone/>
                <wp:docPr id="2018655092" name="Connecteur droit 3"/>
                <wp:cNvGraphicFramePr/>
                <a:graphic xmlns:a="http://schemas.openxmlformats.org/drawingml/2006/main">
                  <a:graphicData uri="http://schemas.microsoft.com/office/word/2010/wordprocessingShape">
                    <wps:wsp>
                      <wps:cNvCnPr/>
                      <wps:spPr>
                        <a:xfrm>
                          <a:off x="0" y="0"/>
                          <a:ext cx="331101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B4766E" id="Connecteur droit 3"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15pt,16.3pt" to="513.85pt,16.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" strokecolor="#731c3f [3204]" strokeweight=".5pt">
                <v:stroke joinstyle="miter"/>
              </v:line>
            </w:pict>
          </mc:Fallback>
        </mc:AlternateContent>
      </w:r>
    </w:p>
    <w:p w14:paraId="37F3EBCB" w14:textId="58CFC580" w:rsidR="009A5DA2" w:rsidRPr="009A5DA2" w:rsidRDefault="009A5DA2" w:rsidP="002B680D">
      <w:pPr>
        <w:rPr>
          <w:sz w:val="36"/>
          <w:szCs w:val="36"/>
        </w:rPr>
      </w:pPr>
    </w:p>
    <w:p w14:paraId="18951EA3" w14:textId="26E25E0A" w:rsidR="009A5DA2" w:rsidRDefault="00F6540B" w:rsidP="002B680D">
      <w:pPr>
        <w:rPr>
          <w:sz w:val="36"/>
          <w:szCs w:val="36"/>
        </w:rPr>
      </w:pPr>
      <w:r>
        <w:rPr>
          <w:noProof/>
          <w:sz w:val="32"/>
          <w:szCs w:val="32"/>
        </w:rPr>
        <mc:AlternateContent>
          <mc:Choice Requires="wps">
            <w:drawing>
              <wp:anchor distT="0" distB="0" distL="114300" distR="114300" simplePos="0" relativeHeight="251685888" behindDoc="0" locked="0" layoutInCell="1" allowOverlap="1" wp14:anchorId="191DF414" wp14:editId="721216D6">
                <wp:simplePos x="0" y="0"/>
                <wp:positionH relativeFrom="column">
                  <wp:posOffset>3199973</wp:posOffset>
                </wp:positionH>
                <wp:positionV relativeFrom="paragraph">
                  <wp:posOffset>78428</wp:posOffset>
                </wp:positionV>
                <wp:extent cx="3311014" cy="0"/>
                <wp:effectExtent l="0" t="0" r="16510" b="12700"/>
                <wp:wrapNone/>
                <wp:docPr id="2013819796" name="Connecteur droit 3"/>
                <wp:cNvGraphicFramePr/>
                <a:graphic xmlns:a="http://schemas.openxmlformats.org/drawingml/2006/main">
                  <a:graphicData uri="http://schemas.microsoft.com/office/word/2010/wordprocessingShape">
                    <wps:wsp>
                      <wps:cNvCnPr/>
                      <wps:spPr>
                        <a:xfrm>
                          <a:off x="0" y="0"/>
                          <a:ext cx="331101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47B117" id="Connecteur droit 3"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1.95pt,6.2pt" to="512.65pt,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" strokecolor="#731c3f [3204]" strokeweight=".5pt">
                <v:stroke joinstyle="miter"/>
              </v:line>
            </w:pict>
          </mc:Fallback>
        </mc:AlternateContent>
      </w:r>
    </w:p>
    <w:p w14:paraId="3F18D4C9" w14:textId="5FADC952" w:rsidR="009A5DA2" w:rsidRPr="009A5DA2" w:rsidRDefault="009A5DA2" w:rsidP="002B680D">
      <w:pPr>
        <w:rPr>
          <w:sz w:val="36"/>
          <w:szCs w:val="36"/>
        </w:rPr>
      </w:pPr>
      <w:r w:rsidRPr="009A5DA2">
        <w:rPr>
          <w:sz w:val="36"/>
          <w:szCs w:val="36"/>
        </w:rPr>
        <w:t>Je dessine ma famille</w:t>
      </w:r>
    </w:p>
    <w:p w14:paraId="5B10758E" w14:textId="33F5B61E" w:rsidR="009A5DA2" w:rsidRDefault="009A5DA2" w:rsidP="002B680D">
      <w:pPr>
        <w:rPr>
          <w:sz w:val="40"/>
          <w:szCs w:val="40"/>
        </w:rPr>
      </w:pPr>
      <w:r>
        <w:rPr>
          <w:noProof/>
          <w:sz w:val="36"/>
          <w:szCs w:val="36"/>
        </w:rPr>
        <mc:AlternateContent>
          <mc:Choice Requires="wps">
            <w:drawing>
              <wp:anchor distT="0" distB="0" distL="114300" distR="114300" simplePos="0" relativeHeight="251667456" behindDoc="0" locked="0" layoutInCell="1" allowOverlap="1" wp14:anchorId="02F55224" wp14:editId="5FAB1005">
                <wp:simplePos x="0" y="0"/>
                <wp:positionH relativeFrom="column">
                  <wp:posOffset>-10436</wp:posOffset>
                </wp:positionH>
                <wp:positionV relativeFrom="paragraph">
                  <wp:posOffset>214023</wp:posOffset>
                </wp:positionV>
                <wp:extent cx="6694943" cy="2107095"/>
                <wp:effectExtent l="0" t="0" r="10795" b="13970"/>
                <wp:wrapNone/>
                <wp:docPr id="361185215" name="Rectangle 4"/>
                <wp:cNvGraphicFramePr/>
                <a:graphic xmlns:a="http://schemas.openxmlformats.org/drawingml/2006/main">
                  <a:graphicData uri="http://schemas.microsoft.com/office/word/2010/wordprocessingShape">
                    <wps:wsp>
                      <wps:cNvSpPr/>
                      <wps:spPr>
                        <a:xfrm>
                          <a:off x="0" y="0"/>
                          <a:ext cx="6694943" cy="21070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DE9C3A" id="Rectangle 4" o:spid="_x0000_s1026" style="position:absolute;margin-left:-.8pt;margin-top:16.85pt;width:527.15pt;height:165.9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" filled="f" strokecolor="#390e1f [1604]" strokeweight="1pt"/>
            </w:pict>
          </mc:Fallback>
        </mc:AlternateContent>
      </w:r>
    </w:p>
    <w:p w14:paraId="7C7BD5D0" w14:textId="77777777" w:rsidR="009A5DA2" w:rsidRDefault="009A5DA2" w:rsidP="002B680D">
      <w:pPr>
        <w:rPr>
          <w:sz w:val="40"/>
          <w:szCs w:val="40"/>
        </w:rPr>
      </w:pPr>
    </w:p>
    <w:p w14:paraId="1C77D3F0" w14:textId="77777777" w:rsidR="009A5DA2" w:rsidRDefault="009A5DA2" w:rsidP="002B680D">
      <w:pPr>
        <w:rPr>
          <w:sz w:val="40"/>
          <w:szCs w:val="40"/>
        </w:rPr>
      </w:pPr>
    </w:p>
    <w:p w14:paraId="72C09A5E" w14:textId="77777777" w:rsidR="009A5DA2" w:rsidRDefault="009A5DA2" w:rsidP="002B680D">
      <w:pPr>
        <w:rPr>
          <w:sz w:val="40"/>
          <w:szCs w:val="40"/>
        </w:rPr>
      </w:pPr>
    </w:p>
    <w:p w14:paraId="27D2F108" w14:textId="77777777" w:rsidR="009A5DA2" w:rsidRDefault="009A5DA2" w:rsidP="002B680D">
      <w:pPr>
        <w:rPr>
          <w:sz w:val="40"/>
          <w:szCs w:val="40"/>
        </w:rPr>
      </w:pPr>
    </w:p>
    <w:p w14:paraId="77BA85C7" w14:textId="77777777" w:rsidR="009A5DA2" w:rsidRDefault="009A5DA2" w:rsidP="002B680D">
      <w:pPr>
        <w:rPr>
          <w:sz w:val="40"/>
          <w:szCs w:val="40"/>
        </w:rPr>
      </w:pPr>
    </w:p>
    <w:p w14:paraId="44D9B854" w14:textId="77777777" w:rsidR="009A5DA2" w:rsidRDefault="009A5DA2" w:rsidP="002B680D">
      <w:pPr>
        <w:rPr>
          <w:sz w:val="40"/>
          <w:szCs w:val="40"/>
        </w:rPr>
      </w:pPr>
    </w:p>
    <w:p w14:paraId="507C1D4E" w14:textId="77777777" w:rsidR="009A5DA2" w:rsidRDefault="009A5DA2" w:rsidP="002B680D">
      <w:pPr>
        <w:rPr>
          <w:sz w:val="40"/>
          <w:szCs w:val="40"/>
        </w:rPr>
      </w:pPr>
    </w:p>
    <w:p w14:paraId="0CAEBE86" w14:textId="77777777" w:rsidR="009A5DA2" w:rsidRDefault="009A5DA2" w:rsidP="002B680D">
      <w:pPr>
        <w:rPr>
          <w:sz w:val="40"/>
          <w:szCs w:val="40"/>
        </w:rPr>
      </w:pPr>
    </w:p>
    <w:p w14:paraId="460CD008" w14:textId="4B8C7CA0" w:rsidR="009A5DA2" w:rsidRPr="009A5DA2" w:rsidRDefault="009A5DA2" w:rsidP="002B680D">
      <w:pPr>
        <w:rPr>
          <w:sz w:val="40"/>
          <w:szCs w:val="40"/>
        </w:rPr>
      </w:pPr>
      <w:r>
        <w:rPr>
          <w:noProof/>
          <w:sz w:val="32"/>
          <w:szCs w:val="32"/>
        </w:rPr>
        <mc:AlternateContent>
          <mc:Choice Requires="wps">
            <w:drawing>
              <wp:anchor distT="0" distB="0" distL="114300" distR="114300" simplePos="0" relativeHeight="251669504" behindDoc="0" locked="0" layoutInCell="1" allowOverlap="1" wp14:anchorId="67CB8E7B" wp14:editId="440E74B1">
                <wp:simplePos x="0" y="0"/>
                <wp:positionH relativeFrom="column">
                  <wp:posOffset>3368868</wp:posOffset>
                </wp:positionH>
                <wp:positionV relativeFrom="paragraph">
                  <wp:posOffset>264712</wp:posOffset>
                </wp:positionV>
                <wp:extent cx="3220279" cy="0"/>
                <wp:effectExtent l="0" t="0" r="5715" b="12700"/>
                <wp:wrapNone/>
                <wp:docPr id="593608103" name="Connecteur droit 3"/>
                <wp:cNvGraphicFramePr/>
                <a:graphic xmlns:a="http://schemas.openxmlformats.org/drawingml/2006/main">
                  <a:graphicData uri="http://schemas.microsoft.com/office/word/2010/wordprocessingShape">
                    <wps:wsp>
                      <wps:cNvCnPr/>
                      <wps:spPr>
                        <a:xfrm>
                          <a:off x="0" y="0"/>
                          <a:ext cx="322027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BD6EF4" id="Connecteur droit 3"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25pt,20.85pt" to="518.8pt,20.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" strokecolor="#731c3f [3204]" strokeweight=".5pt">
                <v:stroke joinstyle="miter"/>
              </v:line>
            </w:pict>
          </mc:Fallback>
        </mc:AlternateContent>
      </w:r>
      <w:r>
        <w:rPr>
          <w:sz w:val="40"/>
          <w:szCs w:val="40"/>
        </w:rPr>
        <w:t>Si j’étais un animal je serais …</w:t>
      </w:r>
    </w:p>
    <w:p w14:paraId="1E75FCC1" w14:textId="544C8110" w:rsidR="00CA30BD" w:rsidRDefault="00CA30BD" w:rsidP="002B680D"/>
    <w:p w14:paraId="326B1BEE" w14:textId="5F7C93EB" w:rsidR="00CA30BD" w:rsidRDefault="00CA30BD" w:rsidP="002B680D"/>
    <w:p w14:paraId="60B4D952" w14:textId="55DB4882" w:rsidR="00CA30BD" w:rsidRDefault="009A5DA2" w:rsidP="002B680D">
      <w:r>
        <w:rPr>
          <w:noProof/>
          <w:sz w:val="32"/>
          <w:szCs w:val="32"/>
        </w:rPr>
        <mc:AlternateContent>
          <mc:Choice Requires="wps">
            <w:drawing>
              <wp:anchor distT="0" distB="0" distL="114300" distR="114300" simplePos="0" relativeHeight="251671552" behindDoc="0" locked="0" layoutInCell="1" allowOverlap="1" wp14:anchorId="0F49C29A" wp14:editId="7D336DA4">
                <wp:simplePos x="0" y="0"/>
                <wp:positionH relativeFrom="column">
                  <wp:posOffset>919867</wp:posOffset>
                </wp:positionH>
                <wp:positionV relativeFrom="paragraph">
                  <wp:posOffset>178683</wp:posOffset>
                </wp:positionV>
                <wp:extent cx="5605117" cy="0"/>
                <wp:effectExtent l="0" t="0" r="8890" b="12700"/>
                <wp:wrapNone/>
                <wp:docPr id="1093970580" name="Connecteur droit 3"/>
                <wp:cNvGraphicFramePr/>
                <a:graphic xmlns:a="http://schemas.openxmlformats.org/drawingml/2006/main">
                  <a:graphicData uri="http://schemas.microsoft.com/office/word/2010/wordprocessingShape">
                    <wps:wsp>
                      <wps:cNvCnPr/>
                      <wps:spPr>
                        <a:xfrm>
                          <a:off x="0" y="0"/>
                          <a:ext cx="560511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297B43" id="Connecteur droit 3"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45pt,14.05pt" to="513.8pt,14.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" strokecolor="#731c3f [3204]" strokeweight=".5pt">
                <v:stroke joinstyle="miter"/>
              </v:line>
            </w:pict>
          </mc:Fallback>
        </mc:AlternateContent>
      </w:r>
      <w:r>
        <w:t>(Pourquoi ?)</w:t>
      </w:r>
    </w:p>
    <w:p w14:paraId="0BB3FBBC" w14:textId="633A03ED" w:rsidR="00CA30BD" w:rsidRDefault="00CA30BD" w:rsidP="002B680D"/>
    <w:p w14:paraId="622C5789" w14:textId="2BDED369" w:rsidR="00CA30BD" w:rsidRDefault="00CA30BD" w:rsidP="002B680D"/>
    <w:p w14:paraId="37ACEEF0" w14:textId="14BD1DF3" w:rsidR="00CA30BD" w:rsidRPr="009A5DA2" w:rsidRDefault="009A5DA2" w:rsidP="002B680D">
      <w:pPr>
        <w:rPr>
          <w:sz w:val="40"/>
          <w:szCs w:val="40"/>
        </w:rPr>
      </w:pPr>
      <w:r w:rsidRPr="009A5DA2">
        <w:rPr>
          <w:sz w:val="40"/>
          <w:szCs w:val="40"/>
        </w:rPr>
        <w:t xml:space="preserve">Qu’est-ce que j’aime bien dans ce collège ? </w:t>
      </w:r>
    </w:p>
    <w:p w14:paraId="2CB1C738" w14:textId="3231D846" w:rsidR="00CA30BD" w:rsidRDefault="00CA30BD" w:rsidP="002B680D"/>
    <w:p w14:paraId="68FB7614" w14:textId="5879786B" w:rsidR="00CA30BD" w:rsidRDefault="009A5DA2" w:rsidP="002B680D">
      <w:r>
        <w:rPr>
          <w:noProof/>
          <w:sz w:val="32"/>
          <w:szCs w:val="32"/>
        </w:rPr>
        <mc:AlternateContent>
          <mc:Choice Requires="wps">
            <w:drawing>
              <wp:anchor distT="0" distB="0" distL="114300" distR="114300" simplePos="0" relativeHeight="251673600" behindDoc="0" locked="0" layoutInCell="1" allowOverlap="1" wp14:anchorId="0ED3BB00" wp14:editId="42581D5C">
                <wp:simplePos x="0" y="0"/>
                <wp:positionH relativeFrom="column">
                  <wp:posOffset>-10436</wp:posOffset>
                </wp:positionH>
                <wp:positionV relativeFrom="paragraph">
                  <wp:posOffset>139700</wp:posOffset>
                </wp:positionV>
                <wp:extent cx="6535972" cy="0"/>
                <wp:effectExtent l="0" t="0" r="17780" b="12700"/>
                <wp:wrapNone/>
                <wp:docPr id="1156292551" name="Connecteur droit 3"/>
                <wp:cNvGraphicFramePr/>
                <a:graphic xmlns:a="http://schemas.openxmlformats.org/drawingml/2006/main">
                  <a:graphicData uri="http://schemas.microsoft.com/office/word/2010/wordprocessingShape">
                    <wps:wsp>
                      <wps:cNvCnPr/>
                      <wps:spPr>
                        <a:xfrm>
                          <a:off x="0" y="0"/>
                          <a:ext cx="653597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9CD781" id="Connecteur droit 3"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11pt" to="513.8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" strokecolor="#731c3f [3204]" strokeweight=".5pt">
                <v:stroke joinstyle="miter"/>
              </v:line>
            </w:pict>
          </mc:Fallback>
        </mc:AlternateContent>
      </w:r>
    </w:p>
    <w:p w14:paraId="0D12AFBD" w14:textId="77777777" w:rsidR="00CA30BD" w:rsidRDefault="00CA30BD" w:rsidP="002B680D"/>
    <w:p w14:paraId="584FDD4E" w14:textId="6F674895" w:rsidR="00F6540B" w:rsidRPr="00181431" w:rsidRDefault="00F6540B" w:rsidP="00F6540B">
      <w:pPr>
        <w:rPr>
          <w:rFonts w:asciiTheme="minorHAnsi" w:hAnsiTheme="minorHAnsi" w:cstheme="minorHAnsi"/>
          <w:color w:val="000000" w:themeColor="text1"/>
        </w:rPr>
      </w:pPr>
      <w:r>
        <w:rPr>
          <w:rFonts w:ascii="Calibri" w:hAnsi="Calibri" w:cs="Calibri"/>
          <w:noProof/>
          <w:sz w:val="32"/>
          <w:szCs w:val="32"/>
        </w:rPr>
        <w:lastRenderedPageBreak/>
        <w:drawing>
          <wp:anchor distT="0" distB="0" distL="114300" distR="114300" simplePos="0" relativeHeight="251692032" behindDoc="0" locked="0" layoutInCell="1" allowOverlap="1" wp14:anchorId="26D3C718" wp14:editId="007DF597">
            <wp:simplePos x="0" y="0"/>
            <wp:positionH relativeFrom="column">
              <wp:posOffset>4685906</wp:posOffset>
            </wp:positionH>
            <wp:positionV relativeFrom="paragraph">
              <wp:posOffset>-106045</wp:posOffset>
            </wp:positionV>
            <wp:extent cx="2093234" cy="1188053"/>
            <wp:effectExtent l="0" t="0" r="2540" b="6350"/>
            <wp:wrapNone/>
            <wp:docPr id="1817452037" name="Image 1817452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56662" name="Image 20626566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3234" cy="1188053"/>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000000" w:themeColor="text1"/>
        </w:rPr>
        <mc:AlternateContent>
          <mc:Choice Requires="wps">
            <w:drawing>
              <wp:anchor distT="0" distB="0" distL="114300" distR="114300" simplePos="0" relativeHeight="251691008" behindDoc="0" locked="0" layoutInCell="1" allowOverlap="1" wp14:anchorId="2EC4396F" wp14:editId="38DC2F5E">
                <wp:simplePos x="0" y="0"/>
                <wp:positionH relativeFrom="column">
                  <wp:posOffset>-3393</wp:posOffset>
                </wp:positionH>
                <wp:positionV relativeFrom="paragraph">
                  <wp:posOffset>-146</wp:posOffset>
                </wp:positionV>
                <wp:extent cx="2368446" cy="367259"/>
                <wp:effectExtent l="0" t="0" r="6985" b="13970"/>
                <wp:wrapNone/>
                <wp:docPr id="1303322766" name="Zone de texte 2"/>
                <wp:cNvGraphicFramePr/>
                <a:graphic xmlns:a="http://schemas.openxmlformats.org/drawingml/2006/main">
                  <a:graphicData uri="http://schemas.microsoft.com/office/word/2010/wordprocessingShape">
                    <wps:wsp>
                      <wps:cNvSpPr txBox="1"/>
                      <wps:spPr>
                        <a:xfrm>
                          <a:off x="0" y="0"/>
                          <a:ext cx="2368446" cy="367259"/>
                        </a:xfrm>
                        <a:prstGeom prst="rect">
                          <a:avLst/>
                        </a:prstGeom>
                        <a:solidFill>
                          <a:schemeClr val="lt1"/>
                        </a:solidFill>
                        <a:ln w="6350">
                          <a:solidFill>
                            <a:prstClr val="black"/>
                          </a:solidFill>
                        </a:ln>
                      </wps:spPr>
                      <wps:txbx>
                        <w:txbxContent>
                          <w:p w14:paraId="0C506A81" w14:textId="77777777" w:rsidR="00F6540B" w:rsidRDefault="00F6540B" w:rsidP="00F6540B">
                            <w:r>
                              <w:t>Des idées pour se présenter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C4396F" id="Zone de texte 2" o:spid="_x0000_s1028" type="#_x0000_t202" style="position:absolute;margin-left:-.25pt;margin-top:0;width:186.5pt;height:28.9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" fillcolor="white [3201]" strokeweight=".5pt">
                <v:textbox>
                  <w:txbxContent>
                    <w:p w14:paraId="0C506A81" w14:textId="77777777" w:rsidR="00F6540B" w:rsidRDefault="00F6540B" w:rsidP="00F6540B">
                      <w:r>
                        <w:t>Des idées pour se présenter …</w:t>
                      </w:r>
                    </w:p>
                  </w:txbxContent>
                </v:textbox>
              </v:shape>
            </w:pict>
          </mc:Fallback>
        </mc:AlternateContent>
      </w:r>
    </w:p>
    <w:p w14:paraId="0AE9E8FC" w14:textId="77777777" w:rsidR="00F6540B" w:rsidRDefault="00F6540B" w:rsidP="00F6540B">
      <w:pPr>
        <w:rPr>
          <w:rFonts w:asciiTheme="minorHAnsi" w:hAnsiTheme="minorHAnsi" w:cstheme="minorHAnsi"/>
          <w:color w:val="000000" w:themeColor="text1"/>
        </w:rPr>
      </w:pPr>
    </w:p>
    <w:p w14:paraId="4A9BB163" w14:textId="77777777" w:rsidR="00F6540B" w:rsidRDefault="00F6540B" w:rsidP="00F6540B">
      <w:pPr>
        <w:rPr>
          <w:rFonts w:asciiTheme="minorHAnsi" w:hAnsiTheme="minorHAnsi" w:cstheme="minorHAnsi"/>
          <w:color w:val="000000" w:themeColor="text1"/>
        </w:rPr>
      </w:pPr>
    </w:p>
    <w:p w14:paraId="51F0F263" w14:textId="77777777" w:rsidR="00F6540B" w:rsidRDefault="00F6540B" w:rsidP="00F6540B">
      <w:pPr>
        <w:rPr>
          <w:rFonts w:asciiTheme="minorHAnsi" w:hAnsiTheme="minorHAnsi" w:cstheme="minorHAnsi"/>
          <w:color w:val="000000" w:themeColor="text1"/>
          <w:sz w:val="36"/>
          <w:szCs w:val="36"/>
        </w:rPr>
      </w:pPr>
    </w:p>
    <w:p w14:paraId="238FAE7C" w14:textId="77777777" w:rsidR="00F6540B" w:rsidRDefault="00F6540B" w:rsidP="00F6540B">
      <w:pPr>
        <w:rPr>
          <w:rFonts w:asciiTheme="minorHAnsi" w:hAnsiTheme="minorHAnsi" w:cstheme="minorHAnsi"/>
          <w:color w:val="000000" w:themeColor="text1"/>
          <w:sz w:val="36"/>
          <w:szCs w:val="36"/>
        </w:rPr>
      </w:pPr>
    </w:p>
    <w:p w14:paraId="5A25A1D0" w14:textId="77777777" w:rsidR="00F6540B" w:rsidRPr="00181431" w:rsidRDefault="00F6540B" w:rsidP="00F6540B">
      <w:pPr>
        <w:rPr>
          <w:rFonts w:asciiTheme="minorHAnsi" w:hAnsiTheme="minorHAnsi" w:cstheme="minorHAnsi"/>
          <w:color w:val="000000" w:themeColor="text1"/>
          <w:sz w:val="36"/>
          <w:szCs w:val="36"/>
        </w:rPr>
      </w:pPr>
      <w:r w:rsidRPr="00181431">
        <w:rPr>
          <w:rFonts w:asciiTheme="minorHAnsi" w:hAnsiTheme="minorHAnsi" w:cstheme="minorHAnsi"/>
          <w:color w:val="000000" w:themeColor="text1"/>
          <w:sz w:val="36"/>
          <w:szCs w:val="36"/>
        </w:rPr>
        <w:t xml:space="preserve">Je suis le fils de … </w:t>
      </w:r>
    </w:p>
    <w:p w14:paraId="70BD8F70" w14:textId="77777777" w:rsidR="00F6540B" w:rsidRPr="00181431" w:rsidRDefault="00F6540B" w:rsidP="00F6540B">
      <w:pPr>
        <w:rPr>
          <w:rFonts w:asciiTheme="minorHAnsi" w:hAnsiTheme="minorHAnsi" w:cstheme="minorHAnsi"/>
          <w:color w:val="000000" w:themeColor="text1"/>
        </w:rPr>
      </w:pPr>
    </w:p>
    <w:p w14:paraId="3334A497" w14:textId="77777777" w:rsidR="00F6540B" w:rsidRPr="00181431" w:rsidRDefault="00F6540B" w:rsidP="00F6540B">
      <w:pPr>
        <w:rPr>
          <w:rFonts w:asciiTheme="minorHAnsi" w:hAnsiTheme="minorHAnsi" w:cstheme="minorHAnsi"/>
          <w:color w:val="000000" w:themeColor="text1"/>
        </w:rPr>
      </w:pPr>
      <w:r w:rsidRPr="00181431">
        <w:rPr>
          <w:rFonts w:asciiTheme="minorHAnsi" w:hAnsiTheme="minorHAnsi" w:cstheme="minorHAnsi"/>
          <w:noProof/>
          <w:color w:val="000000" w:themeColor="text1"/>
          <w:sz w:val="36"/>
          <w:szCs w:val="36"/>
        </w:rPr>
        <w:drawing>
          <wp:anchor distT="0" distB="0" distL="114300" distR="114300" simplePos="0" relativeHeight="251688960" behindDoc="0" locked="0" layoutInCell="1" allowOverlap="1" wp14:anchorId="7211ED08" wp14:editId="34BF3B7A">
            <wp:simplePos x="0" y="0"/>
            <wp:positionH relativeFrom="column">
              <wp:posOffset>3776845</wp:posOffset>
            </wp:positionH>
            <wp:positionV relativeFrom="paragraph">
              <wp:posOffset>93491</wp:posOffset>
            </wp:positionV>
            <wp:extent cx="3074558" cy="2275173"/>
            <wp:effectExtent l="0" t="0" r="0" b="0"/>
            <wp:wrapNone/>
            <wp:docPr id="9074088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408859" name="Image 907408859"/>
                    <pic:cNvPicPr/>
                  </pic:nvPicPr>
                  <pic:blipFill>
                    <a:blip r:embed="rId8">
                      <a:extLst>
                        <a:ext uri="{28A0092B-C50C-407E-A947-70E740481C1C}">
                          <a14:useLocalDpi xmlns:a14="http://schemas.microsoft.com/office/drawing/2010/main" val="0"/>
                        </a:ext>
                      </a:extLst>
                    </a:blip>
                    <a:stretch>
                      <a:fillRect/>
                    </a:stretch>
                  </pic:blipFill>
                  <pic:spPr>
                    <a:xfrm>
                      <a:off x="0" y="0"/>
                      <a:ext cx="3074558" cy="2275173"/>
                    </a:xfrm>
                    <a:prstGeom prst="rect">
                      <a:avLst/>
                    </a:prstGeom>
                  </pic:spPr>
                </pic:pic>
              </a:graphicData>
            </a:graphic>
            <wp14:sizeRelH relativeFrom="page">
              <wp14:pctWidth>0</wp14:pctWidth>
            </wp14:sizeRelH>
            <wp14:sizeRelV relativeFrom="page">
              <wp14:pctHeight>0</wp14:pctHeight>
            </wp14:sizeRelV>
          </wp:anchor>
        </w:drawing>
      </w:r>
      <w:r w:rsidRPr="00181431">
        <w:rPr>
          <w:rStyle w:val="lev"/>
          <w:rFonts w:asciiTheme="minorHAnsi" w:eastAsiaTheme="majorEastAsia" w:hAnsiTheme="minorHAnsi" w:cstheme="minorHAnsi"/>
          <w:b w:val="0"/>
          <w:bCs w:val="0"/>
          <w:color w:val="000000" w:themeColor="text1"/>
        </w:rPr>
        <w:t>Je suis le fils du matelas et de la couette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je suis né le jour où il fait toujours nuit</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Mon père a des mains de ressort.</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Ma mère a des yeux de plume.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Dans la vie, je ronfle comme le tonnerre.</w:t>
      </w:r>
      <w:r w:rsidRPr="00181431">
        <w:rPr>
          <w:rFonts w:asciiTheme="minorHAnsi" w:hAnsiTheme="minorHAnsi" w:cstheme="minorHAnsi"/>
          <w:color w:val="000000" w:themeColor="text1"/>
        </w:rPr>
        <w:br/>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Je suis le fils de l`éclair et de la foudre.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 xml:space="preserve">Je suis né le jour ou le </w:t>
      </w:r>
      <w:proofErr w:type="spellStart"/>
      <w:r w:rsidRPr="00181431">
        <w:rPr>
          <w:rStyle w:val="lev"/>
          <w:rFonts w:asciiTheme="minorHAnsi" w:eastAsiaTheme="majorEastAsia" w:hAnsiTheme="minorHAnsi" w:cstheme="minorHAnsi"/>
          <w:b w:val="0"/>
          <w:bCs w:val="0"/>
          <w:color w:val="000000" w:themeColor="text1"/>
        </w:rPr>
        <w:t>rat</w:t>
      </w:r>
      <w:proofErr w:type="spellEnd"/>
      <w:r w:rsidRPr="00181431">
        <w:rPr>
          <w:rStyle w:val="lev"/>
          <w:rFonts w:asciiTheme="minorHAnsi" w:eastAsiaTheme="majorEastAsia" w:hAnsiTheme="minorHAnsi" w:cstheme="minorHAnsi"/>
          <w:b w:val="0"/>
          <w:bCs w:val="0"/>
          <w:color w:val="000000" w:themeColor="text1"/>
        </w:rPr>
        <w:t xml:space="preserve"> de marée a détruit ma maison.</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Ma mère a les yeux de la pluie.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Mon père a les mains de la tempête.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Dans la vie, je fais venir le mauvais temps.</w:t>
      </w:r>
    </w:p>
    <w:p w14:paraId="059AF3B9" w14:textId="77777777" w:rsidR="00F6540B" w:rsidRDefault="00F6540B" w:rsidP="00F6540B">
      <w:pPr>
        <w:rPr>
          <w:rStyle w:val="lev"/>
          <w:rFonts w:asciiTheme="minorHAnsi" w:eastAsiaTheme="majorEastAsia" w:hAnsiTheme="minorHAnsi" w:cstheme="minorHAnsi"/>
          <w:b w:val="0"/>
          <w:bCs w:val="0"/>
          <w:color w:val="000000" w:themeColor="text1"/>
        </w:rPr>
      </w:pPr>
    </w:p>
    <w:p w14:paraId="2484C2E5" w14:textId="77777777" w:rsidR="00F6540B" w:rsidRDefault="00F6540B" w:rsidP="00F6540B">
      <w:pPr>
        <w:rPr>
          <w:rStyle w:val="lev"/>
          <w:rFonts w:asciiTheme="minorHAnsi" w:eastAsiaTheme="majorEastAsia" w:hAnsiTheme="minorHAnsi" w:cstheme="minorHAnsi"/>
          <w:b w:val="0"/>
          <w:bCs w:val="0"/>
          <w:color w:val="000000" w:themeColor="text1"/>
        </w:rPr>
      </w:pPr>
      <w:r w:rsidRPr="00181431">
        <w:rPr>
          <w:rStyle w:val="lev"/>
          <w:rFonts w:asciiTheme="minorHAnsi" w:eastAsiaTheme="majorEastAsia" w:hAnsiTheme="minorHAnsi" w:cstheme="minorHAnsi"/>
          <w:b w:val="0"/>
          <w:bCs w:val="0"/>
          <w:color w:val="000000" w:themeColor="text1"/>
        </w:rPr>
        <w:t>Sofiane</w:t>
      </w:r>
      <w:r>
        <w:rPr>
          <w:rStyle w:val="lev"/>
          <w:rFonts w:asciiTheme="minorHAnsi" w:eastAsiaTheme="majorEastAsia" w:hAnsiTheme="minorHAnsi" w:cstheme="minorHAnsi"/>
          <w:b w:val="0"/>
          <w:bCs w:val="0"/>
          <w:color w:val="000000" w:themeColor="text1"/>
        </w:rPr>
        <w:t>, 6</w:t>
      </w:r>
      <w:r w:rsidRPr="00181431">
        <w:rPr>
          <w:rStyle w:val="lev"/>
          <w:rFonts w:asciiTheme="minorHAnsi" w:eastAsiaTheme="majorEastAsia" w:hAnsiTheme="minorHAnsi" w:cstheme="minorHAnsi"/>
          <w:b w:val="0"/>
          <w:bCs w:val="0"/>
          <w:color w:val="000000" w:themeColor="text1"/>
          <w:vertAlign w:val="superscript"/>
        </w:rPr>
        <w:t>ème</w:t>
      </w:r>
      <w:r>
        <w:rPr>
          <w:rStyle w:val="lev"/>
          <w:rFonts w:asciiTheme="minorHAnsi" w:eastAsiaTheme="majorEastAsia" w:hAnsiTheme="minorHAnsi" w:cstheme="minorHAnsi"/>
          <w:b w:val="0"/>
          <w:bCs w:val="0"/>
          <w:color w:val="000000" w:themeColor="text1"/>
        </w:rPr>
        <w:t xml:space="preserve"> SEGPA</w:t>
      </w:r>
    </w:p>
    <w:p w14:paraId="143597FF" w14:textId="77777777" w:rsidR="00F6540B" w:rsidRPr="00181431" w:rsidRDefault="00F6540B" w:rsidP="00F6540B">
      <w:pPr>
        <w:rPr>
          <w:rStyle w:val="lev"/>
          <w:rFonts w:asciiTheme="minorHAnsi" w:eastAsiaTheme="majorEastAsia" w:hAnsiTheme="minorHAnsi" w:cstheme="minorHAnsi"/>
          <w:b w:val="0"/>
          <w:bCs w:val="0"/>
          <w:color w:val="000000" w:themeColor="text1"/>
        </w:rPr>
      </w:pPr>
      <w:r>
        <w:rPr>
          <w:rFonts w:asciiTheme="minorHAnsi" w:eastAsiaTheme="majorEastAsia" w:hAnsiTheme="minorHAnsi" w:cstheme="minorHAnsi"/>
          <w:noProof/>
          <w:color w:val="000000" w:themeColor="text1"/>
        </w:rPr>
        <mc:AlternateContent>
          <mc:Choice Requires="wps">
            <w:drawing>
              <wp:anchor distT="0" distB="0" distL="114300" distR="114300" simplePos="0" relativeHeight="251694080" behindDoc="0" locked="0" layoutInCell="1" allowOverlap="1" wp14:anchorId="27597CA1" wp14:editId="2F0F0701">
                <wp:simplePos x="0" y="0"/>
                <wp:positionH relativeFrom="column">
                  <wp:posOffset>3777615</wp:posOffset>
                </wp:positionH>
                <wp:positionV relativeFrom="paragraph">
                  <wp:posOffset>24130</wp:posOffset>
                </wp:positionV>
                <wp:extent cx="3077210" cy="262255"/>
                <wp:effectExtent l="0" t="0" r="8890" b="17145"/>
                <wp:wrapNone/>
                <wp:docPr id="1303536713" name="Zone de texte 3"/>
                <wp:cNvGraphicFramePr/>
                <a:graphic xmlns:a="http://schemas.openxmlformats.org/drawingml/2006/main">
                  <a:graphicData uri="http://schemas.microsoft.com/office/word/2010/wordprocessingShape">
                    <wps:wsp>
                      <wps:cNvSpPr txBox="1"/>
                      <wps:spPr>
                        <a:xfrm>
                          <a:off x="0" y="0"/>
                          <a:ext cx="3077210" cy="262255"/>
                        </a:xfrm>
                        <a:prstGeom prst="rect">
                          <a:avLst/>
                        </a:prstGeom>
                        <a:solidFill>
                          <a:schemeClr val="lt1"/>
                        </a:solidFill>
                        <a:ln w="6350">
                          <a:solidFill>
                            <a:prstClr val="black"/>
                          </a:solidFill>
                        </a:ln>
                      </wps:spPr>
                      <wps:txbx>
                        <w:txbxContent>
                          <w:p w14:paraId="55076C26" w14:textId="77777777" w:rsidR="00F6540B" w:rsidRPr="00C54971" w:rsidRDefault="00F6540B" w:rsidP="00F6540B">
                            <w:pPr>
                              <w:jc w:val="center"/>
                              <w:rPr>
                                <w:i/>
                                <w:iCs/>
                                <w:sz w:val="20"/>
                                <w:szCs w:val="20"/>
                                <w:lang w:val="en-US"/>
                              </w:rPr>
                            </w:pPr>
                            <w:r w:rsidRPr="00C54971">
                              <w:rPr>
                                <w:i/>
                                <w:iCs/>
                                <w:sz w:val="20"/>
                                <w:szCs w:val="20"/>
                                <w:lang w:val="en-US"/>
                              </w:rPr>
                              <w:t xml:space="preserve">Film </w:t>
                            </w:r>
                            <w:r w:rsidRPr="00C54971">
                              <w:rPr>
                                <w:i/>
                                <w:iCs/>
                                <w:sz w:val="20"/>
                                <w:szCs w:val="20"/>
                              </w:rPr>
                              <w:t>muet</w:t>
                            </w:r>
                            <w:r w:rsidRPr="00C54971">
                              <w:rPr>
                                <w:i/>
                                <w:iCs/>
                                <w:sz w:val="20"/>
                                <w:szCs w:val="20"/>
                                <w:lang w:val="en-US"/>
                              </w:rPr>
                              <w:t xml:space="preserve"> (1921) The Kid, avec Charlie Chaplin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97CA1" id="Zone de texte 3" o:spid="_x0000_s1029" type="#_x0000_t202" style="position:absolute;margin-left:297.45pt;margin-top:1.9pt;width:242.3pt;height:20.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" fillcolor="white [3201]" strokeweight=".5pt">
                <v:textbox>
                  <w:txbxContent>
                    <w:p w14:paraId="55076C26" w14:textId="77777777" w:rsidR="00F6540B" w:rsidRPr="00C54971" w:rsidRDefault="00F6540B" w:rsidP="00F6540B">
                      <w:pPr>
                        <w:jc w:val="center"/>
                        <w:rPr>
                          <w:i/>
                          <w:iCs/>
                          <w:sz w:val="20"/>
                          <w:szCs w:val="20"/>
                          <w:lang w:val="en-US"/>
                        </w:rPr>
                      </w:pPr>
                      <w:r w:rsidRPr="00C54971">
                        <w:rPr>
                          <w:i/>
                          <w:iCs/>
                          <w:sz w:val="20"/>
                          <w:szCs w:val="20"/>
                          <w:lang w:val="en-US"/>
                        </w:rPr>
                        <w:t xml:space="preserve">Film </w:t>
                      </w:r>
                      <w:r w:rsidRPr="00C54971">
                        <w:rPr>
                          <w:i/>
                          <w:iCs/>
                          <w:sz w:val="20"/>
                          <w:szCs w:val="20"/>
                        </w:rPr>
                        <w:t>muet</w:t>
                      </w:r>
                      <w:r w:rsidRPr="00C54971">
                        <w:rPr>
                          <w:i/>
                          <w:iCs/>
                          <w:sz w:val="20"/>
                          <w:szCs w:val="20"/>
                          <w:lang w:val="en-US"/>
                        </w:rPr>
                        <w:t xml:space="preserve"> (1921) The Kid, avec Charlie Chaplin</w:t>
                      </w:r>
                    </w:p>
                  </w:txbxContent>
                </v:textbox>
              </v:shape>
            </w:pict>
          </mc:Fallback>
        </mc:AlternateContent>
      </w:r>
      <w:r>
        <w:t>Collège des Saules, Guyancourt</w:t>
      </w:r>
      <w:r>
        <w:rPr>
          <w:rStyle w:val="lev"/>
          <w:rFonts w:asciiTheme="minorHAnsi" w:eastAsiaTheme="majorEastAsia" w:hAnsiTheme="minorHAnsi" w:cstheme="minorHAnsi"/>
          <w:b w:val="0"/>
          <w:bCs w:val="0"/>
          <w:color w:val="000000" w:themeColor="text1"/>
        </w:rPr>
        <w:t xml:space="preserve"> </w:t>
      </w:r>
    </w:p>
    <w:p w14:paraId="6714CC14" w14:textId="77777777" w:rsidR="00F6540B" w:rsidRPr="00181431" w:rsidRDefault="00F6540B" w:rsidP="00F6540B">
      <w:pPr>
        <w:rPr>
          <w:rStyle w:val="lev"/>
          <w:rFonts w:asciiTheme="minorHAnsi" w:eastAsiaTheme="majorEastAsia" w:hAnsiTheme="minorHAnsi" w:cstheme="minorHAnsi"/>
          <w:b w:val="0"/>
          <w:bCs w:val="0"/>
          <w:color w:val="000000" w:themeColor="text1"/>
        </w:rPr>
      </w:pPr>
    </w:p>
    <w:p w14:paraId="23E60F2F" w14:textId="77777777" w:rsidR="00F6540B" w:rsidRDefault="00F6540B" w:rsidP="00F6540B">
      <w:pPr>
        <w:rPr>
          <w:rStyle w:val="lev"/>
          <w:rFonts w:asciiTheme="minorHAnsi" w:eastAsiaTheme="majorEastAsia" w:hAnsiTheme="minorHAnsi" w:cstheme="minorHAnsi"/>
          <w:b w:val="0"/>
          <w:bCs w:val="0"/>
          <w:color w:val="000000" w:themeColor="text1"/>
        </w:rPr>
      </w:pPr>
    </w:p>
    <w:p w14:paraId="4BE1317A" w14:textId="77777777" w:rsidR="00F6540B" w:rsidRPr="00181431" w:rsidRDefault="00F6540B" w:rsidP="00F6540B">
      <w:pPr>
        <w:rPr>
          <w:rStyle w:val="lev"/>
          <w:rFonts w:asciiTheme="minorHAnsi" w:eastAsiaTheme="majorEastAsia" w:hAnsiTheme="minorHAnsi" w:cstheme="minorHAnsi"/>
          <w:b w:val="0"/>
          <w:bCs w:val="0"/>
          <w:color w:val="000000" w:themeColor="text1"/>
        </w:rPr>
      </w:pPr>
    </w:p>
    <w:p w14:paraId="1933E007" w14:textId="77777777" w:rsidR="00F6540B" w:rsidRDefault="00F6540B" w:rsidP="00F6540B">
      <w:pPr>
        <w:rPr>
          <w:rStyle w:val="lev"/>
          <w:rFonts w:asciiTheme="minorHAnsi" w:eastAsiaTheme="majorEastAsia" w:hAnsiTheme="minorHAnsi" w:cstheme="minorHAnsi"/>
          <w:b w:val="0"/>
          <w:bCs w:val="0"/>
          <w:color w:val="000000" w:themeColor="text1"/>
          <w:sz w:val="32"/>
          <w:szCs w:val="32"/>
        </w:rPr>
      </w:pPr>
    </w:p>
    <w:p w14:paraId="762623B0" w14:textId="77777777" w:rsidR="00F6540B" w:rsidRDefault="00F6540B" w:rsidP="00F6540B">
      <w:pPr>
        <w:rPr>
          <w:rStyle w:val="lev"/>
          <w:rFonts w:asciiTheme="minorHAnsi" w:eastAsiaTheme="majorEastAsia" w:hAnsiTheme="minorHAnsi" w:cstheme="minorHAnsi"/>
          <w:b w:val="0"/>
          <w:bCs w:val="0"/>
          <w:color w:val="000000" w:themeColor="text1"/>
          <w:sz w:val="32"/>
          <w:szCs w:val="32"/>
        </w:rPr>
      </w:pPr>
    </w:p>
    <w:p w14:paraId="30340B27" w14:textId="77777777" w:rsidR="00F6540B" w:rsidRPr="00181431" w:rsidRDefault="00F6540B" w:rsidP="00F6540B">
      <w:pPr>
        <w:rPr>
          <w:rStyle w:val="lev"/>
          <w:rFonts w:asciiTheme="minorHAnsi" w:eastAsiaTheme="majorEastAsia" w:hAnsiTheme="minorHAnsi" w:cstheme="minorHAnsi"/>
          <w:b w:val="0"/>
          <w:bCs w:val="0"/>
          <w:color w:val="000000" w:themeColor="text1"/>
          <w:sz w:val="32"/>
          <w:szCs w:val="32"/>
        </w:rPr>
      </w:pPr>
      <w:r w:rsidRPr="00181431">
        <w:rPr>
          <w:rStyle w:val="lev"/>
          <w:rFonts w:asciiTheme="minorHAnsi" w:eastAsiaTheme="majorEastAsia" w:hAnsiTheme="minorHAnsi" w:cstheme="minorHAnsi"/>
          <w:b w:val="0"/>
          <w:bCs w:val="0"/>
          <w:color w:val="000000" w:themeColor="text1"/>
          <w:sz w:val="32"/>
          <w:szCs w:val="32"/>
        </w:rPr>
        <w:t>Je suis la fille de …</w:t>
      </w:r>
    </w:p>
    <w:p w14:paraId="579CA684" w14:textId="77777777" w:rsidR="00F6540B" w:rsidRDefault="00F6540B" w:rsidP="00F6540B">
      <w:pPr>
        <w:rPr>
          <w:rStyle w:val="lev"/>
          <w:rFonts w:asciiTheme="minorHAnsi" w:eastAsiaTheme="majorEastAsia" w:hAnsiTheme="minorHAnsi" w:cstheme="minorHAnsi"/>
          <w:b w:val="0"/>
          <w:bCs w:val="0"/>
          <w:color w:val="000000" w:themeColor="text1"/>
        </w:rPr>
      </w:pPr>
    </w:p>
    <w:p w14:paraId="2FACFD81" w14:textId="77777777" w:rsidR="00F6540B" w:rsidRPr="00181431" w:rsidRDefault="00F6540B" w:rsidP="00F6540B">
      <w:pPr>
        <w:rPr>
          <w:rFonts w:asciiTheme="minorHAnsi" w:hAnsiTheme="minorHAnsi" w:cstheme="minorHAnsi"/>
          <w:color w:val="000000" w:themeColor="text1"/>
        </w:rPr>
      </w:pPr>
      <w:r w:rsidRPr="00181431">
        <w:rPr>
          <w:rStyle w:val="lev"/>
          <w:rFonts w:asciiTheme="minorHAnsi" w:eastAsiaTheme="majorEastAsia" w:hAnsiTheme="minorHAnsi" w:cstheme="minorHAnsi"/>
          <w:b w:val="0"/>
          <w:bCs w:val="0"/>
          <w:color w:val="000000" w:themeColor="text1"/>
        </w:rPr>
        <w:t>Je suis la fille de l'air et du vent.</w:t>
      </w:r>
    </w:p>
    <w:p w14:paraId="1A8618C1" w14:textId="77777777" w:rsidR="00F6540B" w:rsidRPr="00181431" w:rsidRDefault="00F6540B" w:rsidP="00F6540B">
      <w:pPr>
        <w:rPr>
          <w:rFonts w:asciiTheme="minorHAnsi" w:hAnsiTheme="minorHAnsi" w:cstheme="minorHAnsi"/>
          <w:color w:val="000000" w:themeColor="text1"/>
        </w:rPr>
      </w:pPr>
      <w:r w:rsidRPr="00181431">
        <w:rPr>
          <w:rStyle w:val="lev"/>
          <w:rFonts w:asciiTheme="minorHAnsi" w:eastAsiaTheme="majorEastAsia" w:hAnsiTheme="minorHAnsi" w:cstheme="minorHAnsi"/>
          <w:b w:val="0"/>
          <w:bCs w:val="0"/>
          <w:color w:val="000000" w:themeColor="text1"/>
        </w:rPr>
        <w:t>Je suis née sous une tempête tropicale.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Ma mère a des yeux de chat et mon père a des mains de pendule.</w:t>
      </w:r>
      <w:r w:rsidRPr="00181431">
        <w:rPr>
          <w:rFonts w:asciiTheme="minorHAnsi" w:hAnsiTheme="minorHAnsi" w:cstheme="minorHAnsi"/>
          <w:color w:val="000000" w:themeColor="text1"/>
        </w:rPr>
        <w:br/>
      </w:r>
      <w:r w:rsidRPr="00181431">
        <w:rPr>
          <w:rStyle w:val="lev"/>
          <w:rFonts w:asciiTheme="minorHAnsi" w:eastAsiaTheme="majorEastAsia" w:hAnsiTheme="minorHAnsi" w:cstheme="minorHAnsi"/>
          <w:b w:val="0"/>
          <w:bCs w:val="0"/>
          <w:color w:val="000000" w:themeColor="text1"/>
        </w:rPr>
        <w:t>Et dans la vie je dors.</w:t>
      </w:r>
    </w:p>
    <w:p w14:paraId="25706441" w14:textId="77777777" w:rsidR="00F6540B" w:rsidRPr="00181431" w:rsidRDefault="00F6540B" w:rsidP="00F6540B">
      <w:pPr>
        <w:rPr>
          <w:rFonts w:asciiTheme="minorHAnsi" w:hAnsiTheme="minorHAnsi" w:cstheme="minorHAnsi"/>
          <w:color w:val="000000" w:themeColor="text1"/>
        </w:rPr>
      </w:pPr>
      <w:r w:rsidRPr="00181431">
        <w:rPr>
          <w:rFonts w:asciiTheme="minorHAnsi" w:hAnsiTheme="minorHAnsi" w:cstheme="minorHAnsi"/>
          <w:color w:val="000000" w:themeColor="text1"/>
        </w:rPr>
        <w:t>Je suis la fille de …</w:t>
      </w:r>
    </w:p>
    <w:p w14:paraId="63C2D7AB" w14:textId="77777777" w:rsidR="00F6540B" w:rsidRPr="00181431" w:rsidRDefault="00F6540B" w:rsidP="00F6540B">
      <w:pPr>
        <w:rPr>
          <w:rFonts w:asciiTheme="minorHAnsi" w:hAnsiTheme="minorHAnsi" w:cstheme="minorHAnsi"/>
          <w:color w:val="000000" w:themeColor="text1"/>
        </w:rPr>
      </w:pPr>
      <w:r>
        <w:rPr>
          <w:rFonts w:asciiTheme="minorHAnsi" w:hAnsiTheme="minorHAnsi" w:cstheme="minorHAnsi"/>
          <w:noProof/>
          <w:color w:val="000000" w:themeColor="text1"/>
        </w:rPr>
        <w:drawing>
          <wp:anchor distT="0" distB="0" distL="114300" distR="114300" simplePos="0" relativeHeight="251689984" behindDoc="0" locked="0" layoutInCell="1" allowOverlap="1" wp14:anchorId="6E8C7505" wp14:editId="1D7241D8">
            <wp:simplePos x="0" y="0"/>
            <wp:positionH relativeFrom="column">
              <wp:posOffset>3703312</wp:posOffset>
            </wp:positionH>
            <wp:positionV relativeFrom="paragraph">
              <wp:posOffset>80666</wp:posOffset>
            </wp:positionV>
            <wp:extent cx="3037473" cy="2275173"/>
            <wp:effectExtent l="0" t="0" r="0" b="0"/>
            <wp:wrapNone/>
            <wp:docPr id="266269420" name="Image 266269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9420" name="Image 266269420"/>
                    <pic:cNvPicPr/>
                  </pic:nvPicPr>
                  <pic:blipFill>
                    <a:blip r:embed="rId9">
                      <a:extLst>
                        <a:ext uri="{28A0092B-C50C-407E-A947-70E740481C1C}">
                          <a14:useLocalDpi xmlns:a14="http://schemas.microsoft.com/office/drawing/2010/main" val="0"/>
                        </a:ext>
                      </a:extLst>
                    </a:blip>
                    <a:stretch>
                      <a:fillRect/>
                    </a:stretch>
                  </pic:blipFill>
                  <pic:spPr>
                    <a:xfrm>
                      <a:off x="0" y="0"/>
                      <a:ext cx="3037473" cy="2275173"/>
                    </a:xfrm>
                    <a:prstGeom prst="rect">
                      <a:avLst/>
                    </a:prstGeom>
                  </pic:spPr>
                </pic:pic>
              </a:graphicData>
            </a:graphic>
            <wp14:sizeRelH relativeFrom="page">
              <wp14:pctWidth>0</wp14:pctWidth>
            </wp14:sizeRelH>
            <wp14:sizeRelV relativeFrom="page">
              <wp14:pctHeight>0</wp14:pctHeight>
            </wp14:sizeRelV>
          </wp:anchor>
        </w:drawing>
      </w:r>
      <w:r w:rsidRPr="00181431">
        <w:rPr>
          <w:rStyle w:val="lev"/>
          <w:rFonts w:asciiTheme="minorHAnsi" w:eastAsiaTheme="majorEastAsia" w:hAnsiTheme="minorHAnsi" w:cstheme="minorHAnsi"/>
          <w:b w:val="0"/>
          <w:bCs w:val="0"/>
          <w:color w:val="000000" w:themeColor="text1"/>
        </w:rPr>
        <w:t xml:space="preserve">Je suis la fille de l'eau et du sable </w:t>
      </w:r>
    </w:p>
    <w:p w14:paraId="44D8B4F4" w14:textId="77777777" w:rsidR="00F6540B" w:rsidRDefault="00F6540B" w:rsidP="00F6540B">
      <w:pPr>
        <w:rPr>
          <w:rFonts w:asciiTheme="minorHAnsi" w:hAnsiTheme="minorHAnsi" w:cstheme="minorHAnsi"/>
          <w:color w:val="000000" w:themeColor="text1"/>
        </w:rPr>
      </w:pPr>
      <w:r w:rsidRPr="00181431">
        <w:rPr>
          <w:rFonts w:asciiTheme="minorHAnsi" w:hAnsiTheme="minorHAnsi" w:cstheme="minorHAnsi"/>
          <w:color w:val="000000" w:themeColor="text1"/>
        </w:rPr>
        <w:t>Je suis née quand le premier éclair a jailli</w:t>
      </w:r>
    </w:p>
    <w:p w14:paraId="48A2DBD1" w14:textId="77777777" w:rsidR="00F6540B" w:rsidRPr="00181431" w:rsidRDefault="00F6540B" w:rsidP="00F6540B">
      <w:pPr>
        <w:rPr>
          <w:rFonts w:asciiTheme="minorHAnsi" w:hAnsiTheme="minorHAnsi" w:cstheme="minorHAnsi"/>
          <w:color w:val="000000" w:themeColor="text1"/>
        </w:rPr>
      </w:pPr>
      <w:r w:rsidRPr="00181431">
        <w:rPr>
          <w:rFonts w:asciiTheme="minorHAnsi" w:hAnsiTheme="minorHAnsi" w:cstheme="minorHAnsi"/>
          <w:color w:val="000000" w:themeColor="text1"/>
        </w:rPr>
        <w:t>Mon père a des mains de loup</w:t>
      </w:r>
    </w:p>
    <w:p w14:paraId="2AD7BF56" w14:textId="77777777" w:rsidR="00F6540B" w:rsidRPr="00181431" w:rsidRDefault="00F6540B" w:rsidP="00F6540B">
      <w:pPr>
        <w:rPr>
          <w:rFonts w:asciiTheme="minorHAnsi" w:hAnsiTheme="minorHAnsi" w:cstheme="minorHAnsi"/>
          <w:color w:val="000000" w:themeColor="text1"/>
        </w:rPr>
      </w:pPr>
      <w:r w:rsidRPr="00181431">
        <w:rPr>
          <w:rStyle w:val="lev"/>
          <w:rFonts w:asciiTheme="minorHAnsi" w:eastAsiaTheme="majorEastAsia" w:hAnsiTheme="minorHAnsi" w:cstheme="minorHAnsi"/>
          <w:b w:val="0"/>
          <w:bCs w:val="0"/>
          <w:color w:val="000000" w:themeColor="text1"/>
        </w:rPr>
        <w:t xml:space="preserve">Ma mère a des yeux de vipère </w:t>
      </w:r>
    </w:p>
    <w:p w14:paraId="31D41AFD" w14:textId="77777777" w:rsidR="00F6540B" w:rsidRDefault="00F6540B" w:rsidP="00F6540B">
      <w:pPr>
        <w:rPr>
          <w:rFonts w:asciiTheme="minorHAnsi" w:hAnsiTheme="minorHAnsi" w:cstheme="minorHAnsi"/>
          <w:color w:val="000000" w:themeColor="text1"/>
        </w:rPr>
      </w:pPr>
      <w:r w:rsidRPr="00181431">
        <w:rPr>
          <w:rFonts w:asciiTheme="minorHAnsi" w:hAnsiTheme="minorHAnsi" w:cstheme="minorHAnsi"/>
          <w:color w:val="000000" w:themeColor="text1"/>
        </w:rPr>
        <w:t>Dans la vie je suis une magicienne</w:t>
      </w:r>
    </w:p>
    <w:p w14:paraId="311C2019" w14:textId="77777777" w:rsidR="00F6540B" w:rsidRDefault="00F6540B" w:rsidP="00F6540B">
      <w:pPr>
        <w:rPr>
          <w:rFonts w:asciiTheme="minorHAnsi" w:hAnsiTheme="minorHAnsi" w:cstheme="minorHAnsi"/>
          <w:color w:val="000000" w:themeColor="text1"/>
        </w:rPr>
      </w:pPr>
    </w:p>
    <w:p w14:paraId="1F081DCD" w14:textId="77777777" w:rsidR="00F6540B" w:rsidRDefault="00F6540B" w:rsidP="00F6540B">
      <w:pPr>
        <w:rPr>
          <w:rFonts w:asciiTheme="minorHAnsi" w:hAnsiTheme="minorHAnsi" w:cstheme="minorHAnsi"/>
          <w:color w:val="000000" w:themeColor="text1"/>
        </w:rPr>
      </w:pPr>
      <w:r>
        <w:rPr>
          <w:rFonts w:asciiTheme="minorHAnsi" w:hAnsiTheme="minorHAnsi" w:cstheme="minorHAnsi"/>
          <w:color w:val="000000" w:themeColor="text1"/>
        </w:rPr>
        <w:t>Sarah, 5</w:t>
      </w:r>
      <w:r w:rsidRPr="00181431">
        <w:rPr>
          <w:rFonts w:asciiTheme="minorHAnsi" w:hAnsiTheme="minorHAnsi" w:cstheme="minorHAnsi"/>
          <w:color w:val="000000" w:themeColor="text1"/>
          <w:vertAlign w:val="superscript"/>
        </w:rPr>
        <w:t>ème</w:t>
      </w:r>
      <w:r>
        <w:rPr>
          <w:rFonts w:asciiTheme="minorHAnsi" w:hAnsiTheme="minorHAnsi" w:cstheme="minorHAnsi"/>
          <w:color w:val="000000" w:themeColor="text1"/>
        </w:rPr>
        <w:t xml:space="preserve"> SEGPA</w:t>
      </w:r>
    </w:p>
    <w:p w14:paraId="156BF63A" w14:textId="77777777" w:rsidR="00F6540B" w:rsidRPr="00181431" w:rsidRDefault="00F6540B" w:rsidP="00F6540B">
      <w:pPr>
        <w:rPr>
          <w:rFonts w:asciiTheme="minorHAnsi" w:hAnsiTheme="minorHAnsi" w:cstheme="minorHAnsi"/>
          <w:color w:val="000000" w:themeColor="text1"/>
        </w:rPr>
      </w:pPr>
      <w:r>
        <w:t>Collège des Saules, Guyancourt</w:t>
      </w:r>
    </w:p>
    <w:p w14:paraId="69D1BDC0" w14:textId="77777777" w:rsidR="00F6540B" w:rsidRPr="00181431" w:rsidRDefault="00F6540B" w:rsidP="00F6540B">
      <w:pPr>
        <w:rPr>
          <w:rFonts w:asciiTheme="minorHAnsi" w:hAnsiTheme="minorHAnsi" w:cstheme="minorHAnsi"/>
          <w:color w:val="000000" w:themeColor="text1"/>
        </w:rPr>
      </w:pPr>
    </w:p>
    <w:p w14:paraId="2E694ECF" w14:textId="77777777" w:rsidR="00F6540B" w:rsidRPr="00181431" w:rsidRDefault="00F6540B" w:rsidP="00F6540B">
      <w:pPr>
        <w:rPr>
          <w:rFonts w:asciiTheme="minorHAnsi" w:hAnsiTheme="minorHAnsi" w:cstheme="minorHAnsi"/>
          <w:color w:val="000000" w:themeColor="text1"/>
        </w:rPr>
      </w:pPr>
    </w:p>
    <w:p w14:paraId="19012FCC" w14:textId="77777777" w:rsidR="00F6540B" w:rsidRPr="00181431" w:rsidRDefault="00F6540B" w:rsidP="00F6540B">
      <w:pPr>
        <w:rPr>
          <w:rFonts w:asciiTheme="minorHAnsi" w:hAnsiTheme="minorHAnsi" w:cstheme="minorHAnsi"/>
          <w:color w:val="000000" w:themeColor="text1"/>
        </w:rPr>
      </w:pPr>
    </w:p>
    <w:p w14:paraId="5D935B5B" w14:textId="77777777" w:rsidR="00F6540B" w:rsidRPr="00181431" w:rsidRDefault="00F6540B" w:rsidP="00F6540B">
      <w:pPr>
        <w:rPr>
          <w:rFonts w:asciiTheme="minorHAnsi" w:hAnsiTheme="minorHAnsi" w:cstheme="minorHAnsi"/>
          <w:color w:val="000000" w:themeColor="text1"/>
        </w:rPr>
      </w:pPr>
    </w:p>
    <w:p w14:paraId="79249F60" w14:textId="77777777" w:rsidR="00F6540B" w:rsidRPr="00181431" w:rsidRDefault="00F6540B" w:rsidP="00F6540B">
      <w:pPr>
        <w:rPr>
          <w:rFonts w:asciiTheme="minorHAnsi" w:hAnsiTheme="minorHAnsi" w:cstheme="minorHAnsi"/>
          <w:color w:val="000000" w:themeColor="text1"/>
        </w:rPr>
      </w:pPr>
    </w:p>
    <w:p w14:paraId="0D03269B" w14:textId="77777777" w:rsidR="00F6540B" w:rsidRPr="00181431" w:rsidRDefault="00F6540B" w:rsidP="00F6540B">
      <w:pPr>
        <w:rPr>
          <w:rFonts w:asciiTheme="minorHAnsi" w:hAnsiTheme="minorHAnsi" w:cstheme="minorHAnsi"/>
          <w:color w:val="000000" w:themeColor="text1"/>
        </w:rPr>
      </w:pPr>
      <w:r>
        <w:rPr>
          <w:rFonts w:asciiTheme="minorHAnsi" w:eastAsiaTheme="majorEastAsia" w:hAnsiTheme="minorHAnsi" w:cstheme="minorHAnsi"/>
          <w:noProof/>
          <w:color w:val="000000" w:themeColor="text1"/>
        </w:rPr>
        <mc:AlternateContent>
          <mc:Choice Requires="wps">
            <w:drawing>
              <wp:anchor distT="0" distB="0" distL="114300" distR="114300" simplePos="0" relativeHeight="251695104" behindDoc="0" locked="0" layoutInCell="1" allowOverlap="1" wp14:anchorId="4354CD37" wp14:editId="27519757">
                <wp:simplePos x="0" y="0"/>
                <wp:positionH relativeFrom="column">
                  <wp:posOffset>3662566</wp:posOffset>
                </wp:positionH>
                <wp:positionV relativeFrom="paragraph">
                  <wp:posOffset>42327</wp:posOffset>
                </wp:positionV>
                <wp:extent cx="3077210" cy="262255"/>
                <wp:effectExtent l="0" t="0" r="8890" b="17145"/>
                <wp:wrapNone/>
                <wp:docPr id="1320993953" name="Zone de texte 3"/>
                <wp:cNvGraphicFramePr/>
                <a:graphic xmlns:a="http://schemas.openxmlformats.org/drawingml/2006/main">
                  <a:graphicData uri="http://schemas.microsoft.com/office/word/2010/wordprocessingShape">
                    <wps:wsp>
                      <wps:cNvSpPr txBox="1"/>
                      <wps:spPr>
                        <a:xfrm>
                          <a:off x="0" y="0"/>
                          <a:ext cx="3077210" cy="262255"/>
                        </a:xfrm>
                        <a:prstGeom prst="rect">
                          <a:avLst/>
                        </a:prstGeom>
                        <a:solidFill>
                          <a:schemeClr val="lt1"/>
                        </a:solidFill>
                        <a:ln w="6350">
                          <a:solidFill>
                            <a:prstClr val="black"/>
                          </a:solidFill>
                        </a:ln>
                      </wps:spPr>
                      <wps:txbx>
                        <w:txbxContent>
                          <w:p w14:paraId="050ADFFC" w14:textId="77777777" w:rsidR="00F6540B" w:rsidRPr="00C54971" w:rsidRDefault="00F6540B" w:rsidP="00F6540B">
                            <w:pPr>
                              <w:jc w:val="center"/>
                              <w:rPr>
                                <w:i/>
                                <w:iCs/>
                                <w:sz w:val="20"/>
                                <w:szCs w:val="20"/>
                                <w:lang w:val="en-US"/>
                              </w:rPr>
                            </w:pPr>
                            <w:r>
                              <w:rPr>
                                <w:i/>
                                <w:iCs/>
                                <w:sz w:val="20"/>
                                <w:szCs w:val="20"/>
                                <w:lang w:val="en-US"/>
                              </w:rPr>
                              <w:t>Illustration d’un Blog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4CD37" id="_x0000_s1030" type="#_x0000_t202" style="position:absolute;margin-left:288.4pt;margin-top:3.35pt;width:242.3pt;height:20.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" fillcolor="white [3201]" strokeweight=".5pt">
                <v:textbox>
                  <w:txbxContent>
                    <w:p w14:paraId="050ADFFC" w14:textId="77777777" w:rsidR="00F6540B" w:rsidRPr="00C54971" w:rsidRDefault="00F6540B" w:rsidP="00F6540B">
                      <w:pPr>
                        <w:jc w:val="center"/>
                        <w:rPr>
                          <w:i/>
                          <w:iCs/>
                          <w:sz w:val="20"/>
                          <w:szCs w:val="20"/>
                          <w:lang w:val="en-US"/>
                        </w:rPr>
                      </w:pPr>
                      <w:r>
                        <w:rPr>
                          <w:i/>
                          <w:iCs/>
                          <w:sz w:val="20"/>
                          <w:szCs w:val="20"/>
                          <w:lang w:val="en-US"/>
                        </w:rPr>
                        <w:t>Illustration d’un Blog (2016)</w:t>
                      </w:r>
                    </w:p>
                  </w:txbxContent>
                </v:textbox>
              </v:shape>
            </w:pict>
          </mc:Fallback>
        </mc:AlternateContent>
      </w:r>
    </w:p>
    <w:p w14:paraId="462C9F20" w14:textId="77777777" w:rsidR="00F6540B" w:rsidRPr="002B680D" w:rsidRDefault="00F6540B" w:rsidP="002B680D"/>
    <w:sectPr w:rsidR="00F6540B" w:rsidRPr="002B680D" w:rsidSect="0041192F">
      <w:footerReference w:type="even" r:id="rId10"/>
      <w:footerReference w:type="default" r:id="rId11"/>
      <w:type w:val="continuous"/>
      <w:pgSz w:w="11907" w:h="16839"/>
      <w:pgMar w:top="567" w:right="504" w:bottom="816" w:left="630" w:header="720" w:footer="10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0D28A" w14:textId="77777777" w:rsidR="000241EF" w:rsidRDefault="000241EF">
      <w:r>
        <w:separator/>
      </w:r>
    </w:p>
    <w:p w14:paraId="7169AD03" w14:textId="77777777" w:rsidR="000241EF" w:rsidRDefault="000241EF"/>
  </w:endnote>
  <w:endnote w:type="continuationSeparator" w:id="0">
    <w:p w14:paraId="0E8AB7E8" w14:textId="77777777" w:rsidR="000241EF" w:rsidRDefault="000241EF">
      <w:r>
        <w:continuationSeparator/>
      </w:r>
    </w:p>
    <w:p w14:paraId="7ABDED5C" w14:textId="77777777" w:rsidR="000241EF" w:rsidRDefault="000241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7C96B" w14:textId="77777777" w:rsidR="000241EF" w:rsidRDefault="000241EF">
      <w:r>
        <w:separator/>
      </w:r>
    </w:p>
    <w:p w14:paraId="4286D341" w14:textId="77777777" w:rsidR="000241EF" w:rsidRDefault="000241EF"/>
  </w:footnote>
  <w:footnote w:type="continuationSeparator" w:id="0">
    <w:p w14:paraId="0084ECA0" w14:textId="77777777" w:rsidR="000241EF" w:rsidRDefault="000241EF">
      <w:r>
        <w:continuationSeparator/>
      </w:r>
    </w:p>
    <w:p w14:paraId="06766ACE" w14:textId="77777777" w:rsidR="000241EF" w:rsidRDefault="000241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28"/>
  </w:num>
  <w:num w:numId="3" w16cid:durableId="1191993270">
    <w:abstractNumId w:val="2"/>
  </w:num>
  <w:num w:numId="4" w16cid:durableId="1900943852">
    <w:abstractNumId w:val="5"/>
  </w:num>
  <w:num w:numId="5" w16cid:durableId="511798522">
    <w:abstractNumId w:val="19"/>
  </w:num>
  <w:num w:numId="6" w16cid:durableId="28797306">
    <w:abstractNumId w:val="34"/>
  </w:num>
  <w:num w:numId="7" w16cid:durableId="1445270587">
    <w:abstractNumId w:val="25"/>
  </w:num>
  <w:num w:numId="8" w16cid:durableId="1145128298">
    <w:abstractNumId w:val="10"/>
  </w:num>
  <w:num w:numId="9" w16cid:durableId="2133134367">
    <w:abstractNumId w:val="20"/>
  </w:num>
  <w:num w:numId="10" w16cid:durableId="1379863137">
    <w:abstractNumId w:val="13"/>
  </w:num>
  <w:num w:numId="11" w16cid:durableId="328095095">
    <w:abstractNumId w:val="26"/>
  </w:num>
  <w:num w:numId="12" w16cid:durableId="1848860718">
    <w:abstractNumId w:val="29"/>
  </w:num>
  <w:num w:numId="13" w16cid:durableId="123694606">
    <w:abstractNumId w:val="18"/>
  </w:num>
  <w:num w:numId="14" w16cid:durableId="1433435064">
    <w:abstractNumId w:val="4"/>
  </w:num>
  <w:num w:numId="15" w16cid:durableId="312876508">
    <w:abstractNumId w:val="1"/>
  </w:num>
  <w:num w:numId="16" w16cid:durableId="1122915645">
    <w:abstractNumId w:val="21"/>
  </w:num>
  <w:num w:numId="17" w16cid:durableId="1366711976">
    <w:abstractNumId w:val="6"/>
  </w:num>
  <w:num w:numId="18" w16cid:durableId="403456349">
    <w:abstractNumId w:val="17"/>
  </w:num>
  <w:num w:numId="19" w16cid:durableId="1256129113">
    <w:abstractNumId w:val="8"/>
  </w:num>
  <w:num w:numId="20" w16cid:durableId="1482237031">
    <w:abstractNumId w:val="33"/>
  </w:num>
  <w:num w:numId="21" w16cid:durableId="2134903700">
    <w:abstractNumId w:val="31"/>
  </w:num>
  <w:num w:numId="22" w16cid:durableId="867067890">
    <w:abstractNumId w:val="30"/>
  </w:num>
  <w:num w:numId="23" w16cid:durableId="1450398656">
    <w:abstractNumId w:val="22"/>
  </w:num>
  <w:num w:numId="24" w16cid:durableId="888953753">
    <w:abstractNumId w:val="14"/>
  </w:num>
  <w:num w:numId="25" w16cid:durableId="135996511">
    <w:abstractNumId w:val="32"/>
  </w:num>
  <w:num w:numId="26" w16cid:durableId="1150318957">
    <w:abstractNumId w:val="16"/>
  </w:num>
  <w:num w:numId="27" w16cid:durableId="997197944">
    <w:abstractNumId w:val="3"/>
  </w:num>
  <w:num w:numId="28" w16cid:durableId="2103455564">
    <w:abstractNumId w:val="12"/>
  </w:num>
  <w:num w:numId="29" w16cid:durableId="2037197535">
    <w:abstractNumId w:val="23"/>
  </w:num>
  <w:num w:numId="30" w16cid:durableId="24523995">
    <w:abstractNumId w:val="15"/>
  </w:num>
  <w:num w:numId="31" w16cid:durableId="594745806">
    <w:abstractNumId w:val="27"/>
  </w:num>
  <w:num w:numId="32" w16cid:durableId="2073773632">
    <w:abstractNumId w:val="0"/>
  </w:num>
  <w:num w:numId="33" w16cid:durableId="1159928862">
    <w:abstractNumId w:val="24"/>
  </w:num>
  <w:num w:numId="34" w16cid:durableId="61564569">
    <w:abstractNumId w:val="7"/>
  </w:num>
  <w:num w:numId="35" w16cid:durableId="1215695003">
    <w:abstractNumId w:val="11"/>
  </w:num>
  <w:num w:numId="36" w16cid:durableId="331758709">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3219"/>
    <w:rsid w:val="00006B6C"/>
    <w:rsid w:val="0001056C"/>
    <w:rsid w:val="000113B1"/>
    <w:rsid w:val="0001332F"/>
    <w:rsid w:val="00014C77"/>
    <w:rsid w:val="00016D96"/>
    <w:rsid w:val="00023B74"/>
    <w:rsid w:val="000241EF"/>
    <w:rsid w:val="000265E7"/>
    <w:rsid w:val="000268CA"/>
    <w:rsid w:val="000276A0"/>
    <w:rsid w:val="00030D9C"/>
    <w:rsid w:val="000346C9"/>
    <w:rsid w:val="00034FB1"/>
    <w:rsid w:val="00044EB6"/>
    <w:rsid w:val="00050E91"/>
    <w:rsid w:val="00050F63"/>
    <w:rsid w:val="000537D6"/>
    <w:rsid w:val="00057891"/>
    <w:rsid w:val="0006039D"/>
    <w:rsid w:val="00060BE1"/>
    <w:rsid w:val="00074830"/>
    <w:rsid w:val="0007634D"/>
    <w:rsid w:val="00076D78"/>
    <w:rsid w:val="00077322"/>
    <w:rsid w:val="00083789"/>
    <w:rsid w:val="00086873"/>
    <w:rsid w:val="000943A1"/>
    <w:rsid w:val="00095183"/>
    <w:rsid w:val="00095665"/>
    <w:rsid w:val="00095889"/>
    <w:rsid w:val="000A1062"/>
    <w:rsid w:val="000A3A08"/>
    <w:rsid w:val="000B3FBD"/>
    <w:rsid w:val="000B4D39"/>
    <w:rsid w:val="000C44BB"/>
    <w:rsid w:val="000C5D9E"/>
    <w:rsid w:val="000C63F9"/>
    <w:rsid w:val="000C6D6B"/>
    <w:rsid w:val="000D4DC6"/>
    <w:rsid w:val="000D581F"/>
    <w:rsid w:val="000E03A1"/>
    <w:rsid w:val="000E14D2"/>
    <w:rsid w:val="000E4704"/>
    <w:rsid w:val="000E68D8"/>
    <w:rsid w:val="000F2201"/>
    <w:rsid w:val="000F7850"/>
    <w:rsid w:val="00100456"/>
    <w:rsid w:val="00102FF0"/>
    <w:rsid w:val="00106739"/>
    <w:rsid w:val="00120CB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2202"/>
    <w:rsid w:val="00184C56"/>
    <w:rsid w:val="00185D28"/>
    <w:rsid w:val="00191881"/>
    <w:rsid w:val="00191FE2"/>
    <w:rsid w:val="00194510"/>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2644"/>
    <w:rsid w:val="00204BB0"/>
    <w:rsid w:val="00213FDB"/>
    <w:rsid w:val="00214D67"/>
    <w:rsid w:val="0022069C"/>
    <w:rsid w:val="00225DA8"/>
    <w:rsid w:val="00230A7C"/>
    <w:rsid w:val="00234A39"/>
    <w:rsid w:val="00234C00"/>
    <w:rsid w:val="0024106E"/>
    <w:rsid w:val="0024353A"/>
    <w:rsid w:val="0024384E"/>
    <w:rsid w:val="002440D8"/>
    <w:rsid w:val="00246720"/>
    <w:rsid w:val="00251883"/>
    <w:rsid w:val="00252740"/>
    <w:rsid w:val="00254681"/>
    <w:rsid w:val="00256F5F"/>
    <w:rsid w:val="00256FE7"/>
    <w:rsid w:val="00261D83"/>
    <w:rsid w:val="00265481"/>
    <w:rsid w:val="0027171B"/>
    <w:rsid w:val="0027242F"/>
    <w:rsid w:val="002726D5"/>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BF7"/>
    <w:rsid w:val="002F7CC9"/>
    <w:rsid w:val="003033F2"/>
    <w:rsid w:val="00303DDE"/>
    <w:rsid w:val="003059C0"/>
    <w:rsid w:val="003064E5"/>
    <w:rsid w:val="0030657A"/>
    <w:rsid w:val="00310C0C"/>
    <w:rsid w:val="00312656"/>
    <w:rsid w:val="00313FCF"/>
    <w:rsid w:val="003140AD"/>
    <w:rsid w:val="00314BD3"/>
    <w:rsid w:val="0031766C"/>
    <w:rsid w:val="003254AE"/>
    <w:rsid w:val="0033051D"/>
    <w:rsid w:val="003309A9"/>
    <w:rsid w:val="00337F7C"/>
    <w:rsid w:val="0034042E"/>
    <w:rsid w:val="00346055"/>
    <w:rsid w:val="003510DA"/>
    <w:rsid w:val="0035137B"/>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C1517"/>
    <w:rsid w:val="003C157A"/>
    <w:rsid w:val="003C2A4C"/>
    <w:rsid w:val="003C2D10"/>
    <w:rsid w:val="003C7694"/>
    <w:rsid w:val="003D3DA9"/>
    <w:rsid w:val="003E01B5"/>
    <w:rsid w:val="003E175E"/>
    <w:rsid w:val="003E446C"/>
    <w:rsid w:val="003E7A70"/>
    <w:rsid w:val="003F6045"/>
    <w:rsid w:val="00406EDE"/>
    <w:rsid w:val="0041192F"/>
    <w:rsid w:val="00416181"/>
    <w:rsid w:val="004233CA"/>
    <w:rsid w:val="004242D2"/>
    <w:rsid w:val="004270EE"/>
    <w:rsid w:val="00430F8E"/>
    <w:rsid w:val="00432B03"/>
    <w:rsid w:val="00434AFC"/>
    <w:rsid w:val="00460791"/>
    <w:rsid w:val="00460D78"/>
    <w:rsid w:val="004615CA"/>
    <w:rsid w:val="0046695E"/>
    <w:rsid w:val="0046730B"/>
    <w:rsid w:val="00470F92"/>
    <w:rsid w:val="00477281"/>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E4733"/>
    <w:rsid w:val="005E4E4D"/>
    <w:rsid w:val="005E539B"/>
    <w:rsid w:val="005F1433"/>
    <w:rsid w:val="005F4BDF"/>
    <w:rsid w:val="00600BEC"/>
    <w:rsid w:val="00600C36"/>
    <w:rsid w:val="00600C6A"/>
    <w:rsid w:val="00601C0F"/>
    <w:rsid w:val="0060255F"/>
    <w:rsid w:val="0060637B"/>
    <w:rsid w:val="00611711"/>
    <w:rsid w:val="00615685"/>
    <w:rsid w:val="00616393"/>
    <w:rsid w:val="006249CA"/>
    <w:rsid w:val="00630922"/>
    <w:rsid w:val="00630F16"/>
    <w:rsid w:val="0063370C"/>
    <w:rsid w:val="006363C4"/>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B2B"/>
    <w:rsid w:val="006765CE"/>
    <w:rsid w:val="00677F4D"/>
    <w:rsid w:val="006904D4"/>
    <w:rsid w:val="00697A84"/>
    <w:rsid w:val="006B4735"/>
    <w:rsid w:val="006B4EDC"/>
    <w:rsid w:val="006C2EDF"/>
    <w:rsid w:val="006C3509"/>
    <w:rsid w:val="006C35F1"/>
    <w:rsid w:val="006C7502"/>
    <w:rsid w:val="006D00CD"/>
    <w:rsid w:val="006D2AF5"/>
    <w:rsid w:val="006D5386"/>
    <w:rsid w:val="006E579A"/>
    <w:rsid w:val="006E59D1"/>
    <w:rsid w:val="006F211B"/>
    <w:rsid w:val="006F335D"/>
    <w:rsid w:val="006F4A11"/>
    <w:rsid w:val="006F71B0"/>
    <w:rsid w:val="00700587"/>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94594"/>
    <w:rsid w:val="00795B02"/>
    <w:rsid w:val="00797326"/>
    <w:rsid w:val="007A5DF6"/>
    <w:rsid w:val="007B3AC0"/>
    <w:rsid w:val="007C2295"/>
    <w:rsid w:val="007C22BB"/>
    <w:rsid w:val="007C2614"/>
    <w:rsid w:val="007C527A"/>
    <w:rsid w:val="007C7091"/>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542A3"/>
    <w:rsid w:val="009642B5"/>
    <w:rsid w:val="00964E54"/>
    <w:rsid w:val="00965046"/>
    <w:rsid w:val="009676C8"/>
    <w:rsid w:val="009762DC"/>
    <w:rsid w:val="00977577"/>
    <w:rsid w:val="009778EB"/>
    <w:rsid w:val="009864DA"/>
    <w:rsid w:val="00990FAA"/>
    <w:rsid w:val="00991ED6"/>
    <w:rsid w:val="0099215D"/>
    <w:rsid w:val="00993711"/>
    <w:rsid w:val="009A01CD"/>
    <w:rsid w:val="009A036A"/>
    <w:rsid w:val="009A140C"/>
    <w:rsid w:val="009A195A"/>
    <w:rsid w:val="009A5DA2"/>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8A4"/>
    <w:rsid w:val="00A93B49"/>
    <w:rsid w:val="00A94594"/>
    <w:rsid w:val="00AA5ACA"/>
    <w:rsid w:val="00AA77B5"/>
    <w:rsid w:val="00AB6670"/>
    <w:rsid w:val="00AB7963"/>
    <w:rsid w:val="00AB7B83"/>
    <w:rsid w:val="00AC0D70"/>
    <w:rsid w:val="00AC2DE9"/>
    <w:rsid w:val="00AE01CA"/>
    <w:rsid w:val="00AE0BFC"/>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51820"/>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518F"/>
    <w:rsid w:val="00DE765F"/>
    <w:rsid w:val="00DF2864"/>
    <w:rsid w:val="00DF3FBE"/>
    <w:rsid w:val="00DF69FC"/>
    <w:rsid w:val="00E0180A"/>
    <w:rsid w:val="00E0528A"/>
    <w:rsid w:val="00E06814"/>
    <w:rsid w:val="00E13AC7"/>
    <w:rsid w:val="00E30253"/>
    <w:rsid w:val="00E3375D"/>
    <w:rsid w:val="00E364F8"/>
    <w:rsid w:val="00E36739"/>
    <w:rsid w:val="00E37A31"/>
    <w:rsid w:val="00E46FC1"/>
    <w:rsid w:val="00E5544D"/>
    <w:rsid w:val="00E714EC"/>
    <w:rsid w:val="00E736AF"/>
    <w:rsid w:val="00E7481F"/>
    <w:rsid w:val="00E83844"/>
    <w:rsid w:val="00E855CD"/>
    <w:rsid w:val="00E86CC7"/>
    <w:rsid w:val="00EA50B5"/>
    <w:rsid w:val="00EA5473"/>
    <w:rsid w:val="00EB2AF8"/>
    <w:rsid w:val="00EB4052"/>
    <w:rsid w:val="00EC3235"/>
    <w:rsid w:val="00EC465C"/>
    <w:rsid w:val="00EC6CC3"/>
    <w:rsid w:val="00EC71F4"/>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10702"/>
    <w:rsid w:val="00F14854"/>
    <w:rsid w:val="00F16603"/>
    <w:rsid w:val="00F17489"/>
    <w:rsid w:val="00F21DFA"/>
    <w:rsid w:val="00F22E85"/>
    <w:rsid w:val="00F2379B"/>
    <w:rsid w:val="00F246ED"/>
    <w:rsid w:val="00F27B74"/>
    <w:rsid w:val="00F400D7"/>
    <w:rsid w:val="00F44F47"/>
    <w:rsid w:val="00F46867"/>
    <w:rsid w:val="00F53CE9"/>
    <w:rsid w:val="00F57C99"/>
    <w:rsid w:val="00F610D8"/>
    <w:rsid w:val="00F611EC"/>
    <w:rsid w:val="00F62CBD"/>
    <w:rsid w:val="00F6321B"/>
    <w:rsid w:val="00F65334"/>
    <w:rsid w:val="00F6540B"/>
    <w:rsid w:val="00F72DA8"/>
    <w:rsid w:val="00F77443"/>
    <w:rsid w:val="00F81EC2"/>
    <w:rsid w:val="00F87F9F"/>
    <w:rsid w:val="00F91829"/>
    <w:rsid w:val="00F951CF"/>
    <w:rsid w:val="00F95706"/>
    <w:rsid w:val="00F96947"/>
    <w:rsid w:val="00FA4F74"/>
    <w:rsid w:val="00FB1B69"/>
    <w:rsid w:val="00FB3410"/>
    <w:rsid w:val="00FB4AA4"/>
    <w:rsid w:val="00FB58DF"/>
    <w:rsid w:val="00FC095D"/>
    <w:rsid w:val="00FC1DAA"/>
    <w:rsid w:val="00FC3FD2"/>
    <w:rsid w:val="00FC45A0"/>
    <w:rsid w:val="00FD3C96"/>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1"/>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1"/>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12</TotalTime>
  <Pages>2</Pages>
  <Words>185</Words>
  <Characters>1019</Characters>
  <Application>Microsoft Office Word</Application>
  <DocSecurity>0</DocSecurity>
  <Lines>8</Lines>
  <Paragraphs>2</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1202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4</cp:revision>
  <cp:lastPrinted>2023-06-26T13:29:00Z</cp:lastPrinted>
  <dcterms:created xsi:type="dcterms:W3CDTF">2023-08-08T07:33:00Z</dcterms:created>
  <dcterms:modified xsi:type="dcterms:W3CDTF">2023-08-08T07:49:00Z</dcterms:modified>
  <cp:category/>
</cp:coreProperties>
</file>